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1788" w14:textId="11C3D56E" w:rsidR="00C90DE5" w:rsidRPr="002A5395" w:rsidRDefault="00C90DE5" w:rsidP="00C90DE5">
      <w:pPr>
        <w:pStyle w:val="Nadpisobsahu"/>
        <w:ind w:firstLine="200"/>
        <w:rPr>
          <w:color w:val="auto"/>
        </w:rPr>
      </w:pPr>
      <w:r w:rsidRPr="002A5395">
        <w:rPr>
          <w:color w:val="auto"/>
        </w:rPr>
        <w:t>Obsah:</w:t>
      </w:r>
    </w:p>
    <w:p w14:paraId="41C63E2E" w14:textId="7A0DC834" w:rsidR="005D1DF5" w:rsidRPr="002A5395" w:rsidRDefault="00FD048C">
      <w:pPr>
        <w:pStyle w:val="Obsah2"/>
        <w:tabs>
          <w:tab w:val="right" w:leader="dot" w:pos="9063"/>
        </w:tabs>
        <w:rPr>
          <w:rFonts w:eastAsiaTheme="minorEastAsia" w:cstheme="minorBidi"/>
          <w:smallCaps w:val="0"/>
          <w:noProof/>
          <w:kern w:val="0"/>
          <w:sz w:val="22"/>
          <w:szCs w:val="22"/>
        </w:rPr>
      </w:pPr>
      <w:r w:rsidRPr="002A5395">
        <w:fldChar w:fldCharType="begin"/>
      </w:r>
      <w:r w:rsidRPr="002A5395">
        <w:instrText xml:space="preserve"> TOC \o "1-3" \h \z \u </w:instrText>
      </w:r>
      <w:r w:rsidRPr="002A5395">
        <w:fldChar w:fldCharType="separate"/>
      </w:r>
      <w:hyperlink w:anchor="_Toc103259558" w:history="1">
        <w:r w:rsidR="005D1DF5" w:rsidRPr="002A5395">
          <w:rPr>
            <w:rStyle w:val="Hypertextovodkaz"/>
            <w:rFonts w:ascii="Arial Narrow" w:hAnsi="Arial Narrow" w:cs="Times New Roman"/>
            <w:b/>
            <w:noProof/>
            <w:color w:val="auto"/>
          </w:rPr>
          <w:t>A.1 Identifikační údaje</w:t>
        </w:r>
        <w:r w:rsidR="005D1DF5" w:rsidRPr="002A5395">
          <w:rPr>
            <w:noProof/>
            <w:webHidden/>
          </w:rPr>
          <w:tab/>
        </w:r>
        <w:r w:rsidR="005D1DF5" w:rsidRPr="002A5395">
          <w:rPr>
            <w:noProof/>
            <w:webHidden/>
          </w:rPr>
          <w:fldChar w:fldCharType="begin"/>
        </w:r>
        <w:r w:rsidR="005D1DF5" w:rsidRPr="002A5395">
          <w:rPr>
            <w:noProof/>
            <w:webHidden/>
          </w:rPr>
          <w:instrText xml:space="preserve"> PAGEREF _Toc103259558 \h </w:instrText>
        </w:r>
        <w:r w:rsidR="005D1DF5" w:rsidRPr="002A5395">
          <w:rPr>
            <w:noProof/>
            <w:webHidden/>
          </w:rPr>
        </w:r>
        <w:r w:rsidR="005D1DF5" w:rsidRPr="002A5395">
          <w:rPr>
            <w:noProof/>
            <w:webHidden/>
          </w:rPr>
          <w:fldChar w:fldCharType="separate"/>
        </w:r>
        <w:r w:rsidR="0088370A">
          <w:rPr>
            <w:noProof/>
            <w:webHidden/>
          </w:rPr>
          <w:t>3</w:t>
        </w:r>
        <w:r w:rsidR="005D1DF5" w:rsidRPr="002A5395">
          <w:rPr>
            <w:noProof/>
            <w:webHidden/>
          </w:rPr>
          <w:fldChar w:fldCharType="end"/>
        </w:r>
      </w:hyperlink>
    </w:p>
    <w:p w14:paraId="6D4C32B7" w14:textId="6A2AA979" w:rsidR="005D1DF5" w:rsidRPr="002A5395" w:rsidRDefault="00000000">
      <w:pPr>
        <w:pStyle w:val="Obsah2"/>
        <w:tabs>
          <w:tab w:val="right" w:leader="dot" w:pos="9063"/>
        </w:tabs>
        <w:rPr>
          <w:rFonts w:eastAsiaTheme="minorEastAsia" w:cstheme="minorBidi"/>
          <w:smallCaps w:val="0"/>
          <w:noProof/>
          <w:kern w:val="0"/>
          <w:sz w:val="22"/>
          <w:szCs w:val="22"/>
        </w:rPr>
      </w:pPr>
      <w:hyperlink w:anchor="_Toc103259559" w:history="1">
        <w:r w:rsidR="005D1DF5" w:rsidRPr="002A5395">
          <w:rPr>
            <w:rStyle w:val="Hypertextovodkaz"/>
            <w:rFonts w:ascii="Arial Narrow" w:hAnsi="Arial Narrow" w:cs="Times New Roman"/>
            <w:b/>
            <w:noProof/>
            <w:color w:val="auto"/>
          </w:rPr>
          <w:t>A.1.1 Údaje o stavbě</w:t>
        </w:r>
        <w:r w:rsidR="005D1DF5" w:rsidRPr="002A5395">
          <w:rPr>
            <w:noProof/>
            <w:webHidden/>
          </w:rPr>
          <w:tab/>
        </w:r>
        <w:r w:rsidR="005D1DF5" w:rsidRPr="002A5395">
          <w:rPr>
            <w:noProof/>
            <w:webHidden/>
          </w:rPr>
          <w:fldChar w:fldCharType="begin"/>
        </w:r>
        <w:r w:rsidR="005D1DF5" w:rsidRPr="002A5395">
          <w:rPr>
            <w:noProof/>
            <w:webHidden/>
          </w:rPr>
          <w:instrText xml:space="preserve"> PAGEREF _Toc103259559 \h </w:instrText>
        </w:r>
        <w:r w:rsidR="005D1DF5" w:rsidRPr="002A5395">
          <w:rPr>
            <w:noProof/>
            <w:webHidden/>
          </w:rPr>
        </w:r>
        <w:r w:rsidR="005D1DF5" w:rsidRPr="002A5395">
          <w:rPr>
            <w:noProof/>
            <w:webHidden/>
          </w:rPr>
          <w:fldChar w:fldCharType="separate"/>
        </w:r>
        <w:r w:rsidR="0088370A">
          <w:rPr>
            <w:noProof/>
            <w:webHidden/>
          </w:rPr>
          <w:t>3</w:t>
        </w:r>
        <w:r w:rsidR="005D1DF5" w:rsidRPr="002A5395">
          <w:rPr>
            <w:noProof/>
            <w:webHidden/>
          </w:rPr>
          <w:fldChar w:fldCharType="end"/>
        </w:r>
      </w:hyperlink>
    </w:p>
    <w:p w14:paraId="1F4285AD" w14:textId="0156B3C0" w:rsidR="005D1DF5" w:rsidRPr="002A5395" w:rsidRDefault="00000000">
      <w:pPr>
        <w:pStyle w:val="Obsah3"/>
        <w:tabs>
          <w:tab w:val="right" w:leader="dot" w:pos="9063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</w:rPr>
      </w:pPr>
      <w:hyperlink w:anchor="_Toc103259560" w:history="1">
        <w:r w:rsidR="005D1DF5" w:rsidRPr="002A5395">
          <w:rPr>
            <w:rStyle w:val="Hypertextovodkaz"/>
            <w:noProof/>
            <w:color w:val="auto"/>
          </w:rPr>
          <w:t>a) název stavby</w:t>
        </w:r>
        <w:r w:rsidR="005D1DF5" w:rsidRPr="002A5395">
          <w:rPr>
            <w:noProof/>
            <w:webHidden/>
          </w:rPr>
          <w:tab/>
        </w:r>
        <w:r w:rsidR="005D1DF5" w:rsidRPr="002A5395">
          <w:rPr>
            <w:noProof/>
            <w:webHidden/>
          </w:rPr>
          <w:fldChar w:fldCharType="begin"/>
        </w:r>
        <w:r w:rsidR="005D1DF5" w:rsidRPr="002A5395">
          <w:rPr>
            <w:noProof/>
            <w:webHidden/>
          </w:rPr>
          <w:instrText xml:space="preserve"> PAGEREF _Toc103259560 \h </w:instrText>
        </w:r>
        <w:r w:rsidR="005D1DF5" w:rsidRPr="002A5395">
          <w:rPr>
            <w:noProof/>
            <w:webHidden/>
          </w:rPr>
        </w:r>
        <w:r w:rsidR="005D1DF5" w:rsidRPr="002A5395">
          <w:rPr>
            <w:noProof/>
            <w:webHidden/>
          </w:rPr>
          <w:fldChar w:fldCharType="separate"/>
        </w:r>
        <w:r w:rsidR="0088370A">
          <w:rPr>
            <w:noProof/>
            <w:webHidden/>
          </w:rPr>
          <w:t>3</w:t>
        </w:r>
        <w:r w:rsidR="005D1DF5" w:rsidRPr="002A5395">
          <w:rPr>
            <w:noProof/>
            <w:webHidden/>
          </w:rPr>
          <w:fldChar w:fldCharType="end"/>
        </w:r>
      </w:hyperlink>
    </w:p>
    <w:p w14:paraId="197D2A19" w14:textId="3B6D6FBA" w:rsidR="005D1DF5" w:rsidRPr="002A5395" w:rsidRDefault="00000000">
      <w:pPr>
        <w:pStyle w:val="Obsah3"/>
        <w:tabs>
          <w:tab w:val="right" w:leader="dot" w:pos="9063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</w:rPr>
      </w:pPr>
      <w:hyperlink w:anchor="_Toc103259562" w:history="1">
        <w:r w:rsidR="005D1DF5" w:rsidRPr="002A5395">
          <w:rPr>
            <w:rStyle w:val="Hypertextovodkaz"/>
            <w:noProof/>
            <w:color w:val="auto"/>
          </w:rPr>
          <w:t>b) místo stavby (adresa, čísla popisná, katastrální území, parcelní čísla pozemků)</w:t>
        </w:r>
        <w:r w:rsidR="005D1DF5" w:rsidRPr="002A5395">
          <w:rPr>
            <w:noProof/>
            <w:webHidden/>
          </w:rPr>
          <w:tab/>
        </w:r>
        <w:r w:rsidR="005D1DF5" w:rsidRPr="002A5395">
          <w:rPr>
            <w:noProof/>
            <w:webHidden/>
          </w:rPr>
          <w:fldChar w:fldCharType="begin"/>
        </w:r>
        <w:r w:rsidR="005D1DF5" w:rsidRPr="002A5395">
          <w:rPr>
            <w:noProof/>
            <w:webHidden/>
          </w:rPr>
          <w:instrText xml:space="preserve"> PAGEREF _Toc103259562 \h </w:instrText>
        </w:r>
        <w:r w:rsidR="005D1DF5" w:rsidRPr="002A5395">
          <w:rPr>
            <w:noProof/>
            <w:webHidden/>
          </w:rPr>
        </w:r>
        <w:r w:rsidR="005D1DF5" w:rsidRPr="002A5395">
          <w:rPr>
            <w:noProof/>
            <w:webHidden/>
          </w:rPr>
          <w:fldChar w:fldCharType="separate"/>
        </w:r>
        <w:r w:rsidR="0088370A">
          <w:rPr>
            <w:noProof/>
            <w:webHidden/>
          </w:rPr>
          <w:t>3</w:t>
        </w:r>
        <w:r w:rsidR="005D1DF5" w:rsidRPr="002A5395">
          <w:rPr>
            <w:noProof/>
            <w:webHidden/>
          </w:rPr>
          <w:fldChar w:fldCharType="end"/>
        </w:r>
      </w:hyperlink>
    </w:p>
    <w:p w14:paraId="2512C3CF" w14:textId="467409E4" w:rsidR="005D1DF5" w:rsidRPr="002A5395" w:rsidRDefault="00000000">
      <w:pPr>
        <w:pStyle w:val="Obsah2"/>
        <w:tabs>
          <w:tab w:val="right" w:leader="dot" w:pos="9063"/>
        </w:tabs>
        <w:rPr>
          <w:rFonts w:eastAsiaTheme="minorEastAsia" w:cstheme="minorBidi"/>
          <w:smallCaps w:val="0"/>
          <w:noProof/>
          <w:kern w:val="0"/>
          <w:sz w:val="22"/>
          <w:szCs w:val="22"/>
        </w:rPr>
      </w:pPr>
      <w:hyperlink w:anchor="_Toc103259564" w:history="1">
        <w:r w:rsidR="005D1DF5" w:rsidRPr="002A5395">
          <w:rPr>
            <w:rStyle w:val="Hypertextovodkaz"/>
            <w:rFonts w:ascii="Arial Narrow" w:hAnsi="Arial Narrow" w:cs="Times New Roman"/>
            <w:b/>
            <w:noProof/>
            <w:color w:val="auto"/>
          </w:rPr>
          <w:t>A.1.2 Údaje o žadateli</w:t>
        </w:r>
        <w:r w:rsidR="005D1DF5" w:rsidRPr="002A5395">
          <w:rPr>
            <w:noProof/>
            <w:webHidden/>
          </w:rPr>
          <w:tab/>
        </w:r>
        <w:r w:rsidR="005D1DF5" w:rsidRPr="002A5395">
          <w:rPr>
            <w:noProof/>
            <w:webHidden/>
          </w:rPr>
          <w:fldChar w:fldCharType="begin"/>
        </w:r>
        <w:r w:rsidR="005D1DF5" w:rsidRPr="002A5395">
          <w:rPr>
            <w:noProof/>
            <w:webHidden/>
          </w:rPr>
          <w:instrText xml:space="preserve"> PAGEREF _Toc103259564 \h </w:instrText>
        </w:r>
        <w:r w:rsidR="005D1DF5" w:rsidRPr="002A5395">
          <w:rPr>
            <w:noProof/>
            <w:webHidden/>
          </w:rPr>
        </w:r>
        <w:r w:rsidR="005D1DF5" w:rsidRPr="002A5395">
          <w:rPr>
            <w:noProof/>
            <w:webHidden/>
          </w:rPr>
          <w:fldChar w:fldCharType="separate"/>
        </w:r>
        <w:r w:rsidR="0088370A">
          <w:rPr>
            <w:noProof/>
            <w:webHidden/>
          </w:rPr>
          <w:t>3</w:t>
        </w:r>
        <w:r w:rsidR="005D1DF5" w:rsidRPr="002A5395">
          <w:rPr>
            <w:noProof/>
            <w:webHidden/>
          </w:rPr>
          <w:fldChar w:fldCharType="end"/>
        </w:r>
      </w:hyperlink>
    </w:p>
    <w:p w14:paraId="5BEEA541" w14:textId="26768F1C" w:rsidR="005D1DF5" w:rsidRPr="002A5395" w:rsidRDefault="00000000">
      <w:pPr>
        <w:pStyle w:val="Obsah3"/>
        <w:tabs>
          <w:tab w:val="right" w:leader="dot" w:pos="9063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</w:rPr>
      </w:pPr>
      <w:hyperlink w:anchor="_Toc103259565" w:history="1">
        <w:r w:rsidR="005D1DF5" w:rsidRPr="002A5395">
          <w:rPr>
            <w:rStyle w:val="Hypertextovodkaz"/>
            <w:noProof/>
            <w:color w:val="auto"/>
          </w:rPr>
          <w:t>a) jméno, příjmení a místo trvalého pobytu (fyzická osoba)</w:t>
        </w:r>
        <w:r w:rsidR="005D1DF5" w:rsidRPr="002A5395">
          <w:rPr>
            <w:noProof/>
            <w:webHidden/>
          </w:rPr>
          <w:tab/>
        </w:r>
        <w:r w:rsidR="005D1DF5" w:rsidRPr="002A5395">
          <w:rPr>
            <w:noProof/>
            <w:webHidden/>
          </w:rPr>
          <w:fldChar w:fldCharType="begin"/>
        </w:r>
        <w:r w:rsidR="005D1DF5" w:rsidRPr="002A5395">
          <w:rPr>
            <w:noProof/>
            <w:webHidden/>
          </w:rPr>
          <w:instrText xml:space="preserve"> PAGEREF _Toc103259565 \h </w:instrText>
        </w:r>
        <w:r w:rsidR="005D1DF5" w:rsidRPr="002A5395">
          <w:rPr>
            <w:noProof/>
            <w:webHidden/>
          </w:rPr>
        </w:r>
        <w:r w:rsidR="005D1DF5" w:rsidRPr="002A5395">
          <w:rPr>
            <w:noProof/>
            <w:webHidden/>
          </w:rPr>
          <w:fldChar w:fldCharType="separate"/>
        </w:r>
        <w:r w:rsidR="0088370A">
          <w:rPr>
            <w:noProof/>
            <w:webHidden/>
          </w:rPr>
          <w:t>3</w:t>
        </w:r>
        <w:r w:rsidR="005D1DF5" w:rsidRPr="002A5395">
          <w:rPr>
            <w:noProof/>
            <w:webHidden/>
          </w:rPr>
          <w:fldChar w:fldCharType="end"/>
        </w:r>
      </w:hyperlink>
    </w:p>
    <w:p w14:paraId="6D468C45" w14:textId="5F041D8F" w:rsidR="005D1DF5" w:rsidRPr="002A5395" w:rsidRDefault="00000000">
      <w:pPr>
        <w:pStyle w:val="Obsah3"/>
        <w:tabs>
          <w:tab w:val="right" w:leader="dot" w:pos="9063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</w:rPr>
      </w:pPr>
      <w:hyperlink w:anchor="_Toc103259566" w:history="1">
        <w:r w:rsidR="005D1DF5" w:rsidRPr="002A5395">
          <w:rPr>
            <w:rStyle w:val="Hypertextovodkaz"/>
            <w:noProof/>
            <w:color w:val="auto"/>
          </w:rPr>
          <w:t>b) jméno, příjmení, obchodní firma, identifikační číslo osoby, místo podnikání (fyzická osoba podnikající, pokud záměr souvisí s její podnikatelskou činností)</w:t>
        </w:r>
        <w:r w:rsidR="005D1DF5" w:rsidRPr="002A5395">
          <w:rPr>
            <w:noProof/>
            <w:webHidden/>
          </w:rPr>
          <w:tab/>
        </w:r>
        <w:r w:rsidR="005D1DF5" w:rsidRPr="002A5395">
          <w:rPr>
            <w:noProof/>
            <w:webHidden/>
          </w:rPr>
          <w:fldChar w:fldCharType="begin"/>
        </w:r>
        <w:r w:rsidR="005D1DF5" w:rsidRPr="002A5395">
          <w:rPr>
            <w:noProof/>
            <w:webHidden/>
          </w:rPr>
          <w:instrText xml:space="preserve"> PAGEREF _Toc103259566 \h </w:instrText>
        </w:r>
        <w:r w:rsidR="005D1DF5" w:rsidRPr="002A5395">
          <w:rPr>
            <w:noProof/>
            <w:webHidden/>
          </w:rPr>
        </w:r>
        <w:r w:rsidR="005D1DF5" w:rsidRPr="002A5395">
          <w:rPr>
            <w:noProof/>
            <w:webHidden/>
          </w:rPr>
          <w:fldChar w:fldCharType="separate"/>
        </w:r>
        <w:r w:rsidR="0088370A">
          <w:rPr>
            <w:noProof/>
            <w:webHidden/>
          </w:rPr>
          <w:t>3</w:t>
        </w:r>
        <w:r w:rsidR="005D1DF5" w:rsidRPr="002A5395">
          <w:rPr>
            <w:noProof/>
            <w:webHidden/>
          </w:rPr>
          <w:fldChar w:fldCharType="end"/>
        </w:r>
      </w:hyperlink>
    </w:p>
    <w:p w14:paraId="46803537" w14:textId="57AF3A4F" w:rsidR="005D1DF5" w:rsidRPr="002A5395" w:rsidRDefault="00000000">
      <w:pPr>
        <w:pStyle w:val="Obsah3"/>
        <w:tabs>
          <w:tab w:val="right" w:leader="dot" w:pos="9063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</w:rPr>
      </w:pPr>
      <w:hyperlink w:anchor="_Toc103259567" w:history="1">
        <w:r w:rsidR="005D1DF5" w:rsidRPr="002A5395">
          <w:rPr>
            <w:rStyle w:val="Hypertextovodkaz"/>
            <w:noProof/>
            <w:color w:val="auto"/>
          </w:rPr>
          <w:t>c) obchodní firma nebo název, identifikační číslo osoby, adresa sídla (právnická osoba)</w:t>
        </w:r>
        <w:r w:rsidR="005D1DF5" w:rsidRPr="002A5395">
          <w:rPr>
            <w:noProof/>
            <w:webHidden/>
          </w:rPr>
          <w:tab/>
        </w:r>
        <w:r w:rsidR="005D1DF5" w:rsidRPr="002A5395">
          <w:rPr>
            <w:noProof/>
            <w:webHidden/>
          </w:rPr>
          <w:fldChar w:fldCharType="begin"/>
        </w:r>
        <w:r w:rsidR="005D1DF5" w:rsidRPr="002A5395">
          <w:rPr>
            <w:noProof/>
            <w:webHidden/>
          </w:rPr>
          <w:instrText xml:space="preserve"> PAGEREF _Toc103259567 \h </w:instrText>
        </w:r>
        <w:r w:rsidR="005D1DF5" w:rsidRPr="002A5395">
          <w:rPr>
            <w:noProof/>
            <w:webHidden/>
          </w:rPr>
        </w:r>
        <w:r w:rsidR="005D1DF5" w:rsidRPr="002A5395">
          <w:rPr>
            <w:noProof/>
            <w:webHidden/>
          </w:rPr>
          <w:fldChar w:fldCharType="separate"/>
        </w:r>
        <w:r w:rsidR="0088370A">
          <w:rPr>
            <w:noProof/>
            <w:webHidden/>
          </w:rPr>
          <w:t>3</w:t>
        </w:r>
        <w:r w:rsidR="005D1DF5" w:rsidRPr="002A5395">
          <w:rPr>
            <w:noProof/>
            <w:webHidden/>
          </w:rPr>
          <w:fldChar w:fldCharType="end"/>
        </w:r>
      </w:hyperlink>
    </w:p>
    <w:p w14:paraId="3F866C73" w14:textId="189785B5" w:rsidR="005D1DF5" w:rsidRPr="002A5395" w:rsidRDefault="00000000">
      <w:pPr>
        <w:pStyle w:val="Obsah2"/>
        <w:tabs>
          <w:tab w:val="right" w:leader="dot" w:pos="9063"/>
        </w:tabs>
        <w:rPr>
          <w:rFonts w:eastAsiaTheme="minorEastAsia" w:cstheme="minorBidi"/>
          <w:smallCaps w:val="0"/>
          <w:noProof/>
          <w:kern w:val="0"/>
          <w:sz w:val="22"/>
          <w:szCs w:val="22"/>
        </w:rPr>
      </w:pPr>
      <w:hyperlink w:anchor="_Toc103259568" w:history="1">
        <w:r w:rsidR="005D1DF5" w:rsidRPr="002A5395">
          <w:rPr>
            <w:rStyle w:val="Hypertextovodkaz"/>
            <w:rFonts w:ascii="Arial Narrow" w:hAnsi="Arial Narrow" w:cs="Times New Roman"/>
            <w:b/>
            <w:noProof/>
            <w:color w:val="auto"/>
          </w:rPr>
          <w:t>A.1.3 Údaje o zpracovateli projektové dokumentace</w:t>
        </w:r>
        <w:r w:rsidR="005D1DF5" w:rsidRPr="002A5395">
          <w:rPr>
            <w:noProof/>
            <w:webHidden/>
          </w:rPr>
          <w:tab/>
        </w:r>
        <w:r w:rsidR="005D1DF5" w:rsidRPr="002A5395">
          <w:rPr>
            <w:noProof/>
            <w:webHidden/>
          </w:rPr>
          <w:fldChar w:fldCharType="begin"/>
        </w:r>
        <w:r w:rsidR="005D1DF5" w:rsidRPr="002A5395">
          <w:rPr>
            <w:noProof/>
            <w:webHidden/>
          </w:rPr>
          <w:instrText xml:space="preserve"> PAGEREF _Toc103259568 \h </w:instrText>
        </w:r>
        <w:r w:rsidR="005D1DF5" w:rsidRPr="002A5395">
          <w:rPr>
            <w:noProof/>
            <w:webHidden/>
          </w:rPr>
        </w:r>
        <w:r w:rsidR="005D1DF5" w:rsidRPr="002A5395">
          <w:rPr>
            <w:noProof/>
            <w:webHidden/>
          </w:rPr>
          <w:fldChar w:fldCharType="separate"/>
        </w:r>
        <w:r w:rsidR="0088370A">
          <w:rPr>
            <w:noProof/>
            <w:webHidden/>
          </w:rPr>
          <w:t>4</w:t>
        </w:r>
        <w:r w:rsidR="005D1DF5" w:rsidRPr="002A5395">
          <w:rPr>
            <w:noProof/>
            <w:webHidden/>
          </w:rPr>
          <w:fldChar w:fldCharType="end"/>
        </w:r>
      </w:hyperlink>
    </w:p>
    <w:p w14:paraId="22FB6014" w14:textId="484FC562" w:rsidR="005D1DF5" w:rsidRPr="002A5395" w:rsidRDefault="00000000">
      <w:pPr>
        <w:pStyle w:val="Obsah3"/>
        <w:tabs>
          <w:tab w:val="right" w:leader="dot" w:pos="9063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</w:rPr>
      </w:pPr>
      <w:hyperlink w:anchor="_Toc103259569" w:history="1">
        <w:r w:rsidR="005D1DF5" w:rsidRPr="002A5395">
          <w:rPr>
            <w:rStyle w:val="Hypertextovodkaz"/>
            <w:noProof/>
            <w:color w:val="auto"/>
          </w:rPr>
          <w:t>a) jméno, příjmení, obchodní firma, IČ,  místo podnikání (fyzická osoba podnikající) nebo obchodní firma nebo název, IČ, bylo-li přiděleno, adresa sídla (právnická osoba)</w:t>
        </w:r>
        <w:r w:rsidR="005D1DF5" w:rsidRPr="002A5395">
          <w:rPr>
            <w:noProof/>
            <w:webHidden/>
          </w:rPr>
          <w:tab/>
        </w:r>
        <w:r w:rsidR="005D1DF5" w:rsidRPr="002A5395">
          <w:rPr>
            <w:noProof/>
            <w:webHidden/>
          </w:rPr>
          <w:fldChar w:fldCharType="begin"/>
        </w:r>
        <w:r w:rsidR="005D1DF5" w:rsidRPr="002A5395">
          <w:rPr>
            <w:noProof/>
            <w:webHidden/>
          </w:rPr>
          <w:instrText xml:space="preserve"> PAGEREF _Toc103259569 \h </w:instrText>
        </w:r>
        <w:r w:rsidR="005D1DF5" w:rsidRPr="002A5395">
          <w:rPr>
            <w:noProof/>
            <w:webHidden/>
          </w:rPr>
        </w:r>
        <w:r w:rsidR="005D1DF5" w:rsidRPr="002A5395">
          <w:rPr>
            <w:noProof/>
            <w:webHidden/>
          </w:rPr>
          <w:fldChar w:fldCharType="separate"/>
        </w:r>
        <w:r w:rsidR="0088370A">
          <w:rPr>
            <w:noProof/>
            <w:webHidden/>
          </w:rPr>
          <w:t>4</w:t>
        </w:r>
        <w:r w:rsidR="005D1DF5" w:rsidRPr="002A5395">
          <w:rPr>
            <w:noProof/>
            <w:webHidden/>
          </w:rPr>
          <w:fldChar w:fldCharType="end"/>
        </w:r>
      </w:hyperlink>
    </w:p>
    <w:p w14:paraId="20A1B31D" w14:textId="2FBDFBC7" w:rsidR="005D1DF5" w:rsidRPr="002A5395" w:rsidRDefault="00000000">
      <w:pPr>
        <w:pStyle w:val="Obsah3"/>
        <w:tabs>
          <w:tab w:val="right" w:leader="dot" w:pos="9063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</w:rPr>
      </w:pPr>
      <w:hyperlink w:anchor="_Toc103259570" w:history="1">
        <w:r w:rsidR="005D1DF5" w:rsidRPr="002A5395">
          <w:rPr>
            <w:rStyle w:val="Hypertextovodkaz"/>
            <w:noProof/>
            <w:color w:val="auto"/>
          </w:rPr>
          <w:t xml:space="preserve">b) jméno a příjmení </w:t>
        </w:r>
        <w:r w:rsidR="00294AE5">
          <w:rPr>
            <w:rStyle w:val="Hypertextovodkaz"/>
            <w:noProof/>
            <w:color w:val="auto"/>
          </w:rPr>
          <w:t>(fyzická osoba)</w:t>
        </w:r>
        <w:r w:rsidR="005D1DF5" w:rsidRPr="002A5395">
          <w:rPr>
            <w:noProof/>
            <w:webHidden/>
          </w:rPr>
          <w:tab/>
        </w:r>
        <w:r w:rsidR="005D1DF5" w:rsidRPr="002A5395">
          <w:rPr>
            <w:noProof/>
            <w:webHidden/>
          </w:rPr>
          <w:fldChar w:fldCharType="begin"/>
        </w:r>
        <w:r w:rsidR="005D1DF5" w:rsidRPr="002A5395">
          <w:rPr>
            <w:noProof/>
            <w:webHidden/>
          </w:rPr>
          <w:instrText xml:space="preserve"> PAGEREF _Toc103259570 \h </w:instrText>
        </w:r>
        <w:r w:rsidR="005D1DF5" w:rsidRPr="002A5395">
          <w:rPr>
            <w:noProof/>
            <w:webHidden/>
          </w:rPr>
        </w:r>
        <w:r w:rsidR="005D1DF5" w:rsidRPr="002A5395">
          <w:rPr>
            <w:noProof/>
            <w:webHidden/>
          </w:rPr>
          <w:fldChar w:fldCharType="separate"/>
        </w:r>
        <w:r w:rsidR="0088370A">
          <w:rPr>
            <w:noProof/>
            <w:webHidden/>
          </w:rPr>
          <w:t>4</w:t>
        </w:r>
        <w:r w:rsidR="005D1DF5" w:rsidRPr="002A5395">
          <w:rPr>
            <w:noProof/>
            <w:webHidden/>
          </w:rPr>
          <w:fldChar w:fldCharType="end"/>
        </w:r>
      </w:hyperlink>
    </w:p>
    <w:p w14:paraId="069BBAD3" w14:textId="4FBF199D" w:rsidR="005D1DF5" w:rsidRPr="002A5395" w:rsidRDefault="00000000">
      <w:pPr>
        <w:pStyle w:val="Obsah2"/>
        <w:tabs>
          <w:tab w:val="right" w:leader="dot" w:pos="9063"/>
        </w:tabs>
        <w:rPr>
          <w:rFonts w:eastAsiaTheme="minorEastAsia" w:cstheme="minorBidi"/>
          <w:smallCaps w:val="0"/>
          <w:noProof/>
          <w:kern w:val="0"/>
          <w:sz w:val="22"/>
          <w:szCs w:val="22"/>
        </w:rPr>
      </w:pPr>
      <w:hyperlink w:anchor="_Toc103259572" w:history="1">
        <w:r w:rsidR="005D1DF5" w:rsidRPr="002A5395">
          <w:rPr>
            <w:rStyle w:val="Hypertextovodkaz"/>
            <w:rFonts w:ascii="Arial Narrow" w:hAnsi="Arial Narrow" w:cs="Times New Roman"/>
            <w:b/>
            <w:noProof/>
            <w:color w:val="auto"/>
          </w:rPr>
          <w:t>A.2 ČLENĚNÍ STAVBY NA OBJEKTY A TECHNICKÁ A TECHNOLOGICKÁ ZAŘÍZENÍ</w:t>
        </w:r>
        <w:r w:rsidR="005D1DF5" w:rsidRPr="002A5395">
          <w:rPr>
            <w:noProof/>
            <w:webHidden/>
          </w:rPr>
          <w:tab/>
        </w:r>
        <w:r w:rsidR="005D1DF5" w:rsidRPr="002A5395">
          <w:rPr>
            <w:noProof/>
            <w:webHidden/>
          </w:rPr>
          <w:fldChar w:fldCharType="begin"/>
        </w:r>
        <w:r w:rsidR="005D1DF5" w:rsidRPr="002A5395">
          <w:rPr>
            <w:noProof/>
            <w:webHidden/>
          </w:rPr>
          <w:instrText xml:space="preserve"> PAGEREF _Toc103259572 \h </w:instrText>
        </w:r>
        <w:r w:rsidR="005D1DF5" w:rsidRPr="002A5395">
          <w:rPr>
            <w:noProof/>
            <w:webHidden/>
          </w:rPr>
        </w:r>
        <w:r w:rsidR="005D1DF5" w:rsidRPr="002A5395">
          <w:rPr>
            <w:noProof/>
            <w:webHidden/>
          </w:rPr>
          <w:fldChar w:fldCharType="separate"/>
        </w:r>
        <w:r w:rsidR="0088370A">
          <w:rPr>
            <w:noProof/>
            <w:webHidden/>
          </w:rPr>
          <w:t>4</w:t>
        </w:r>
        <w:r w:rsidR="005D1DF5" w:rsidRPr="002A5395">
          <w:rPr>
            <w:noProof/>
            <w:webHidden/>
          </w:rPr>
          <w:fldChar w:fldCharType="end"/>
        </w:r>
      </w:hyperlink>
    </w:p>
    <w:p w14:paraId="1F5AE0FC" w14:textId="377B202B" w:rsidR="005D1DF5" w:rsidRPr="002A5395" w:rsidRDefault="00000000">
      <w:pPr>
        <w:pStyle w:val="Obsah2"/>
        <w:tabs>
          <w:tab w:val="right" w:leader="dot" w:pos="9063"/>
        </w:tabs>
        <w:rPr>
          <w:rFonts w:eastAsiaTheme="minorEastAsia" w:cstheme="minorBidi"/>
          <w:smallCaps w:val="0"/>
          <w:noProof/>
          <w:kern w:val="0"/>
          <w:sz w:val="22"/>
          <w:szCs w:val="22"/>
        </w:rPr>
      </w:pPr>
      <w:hyperlink w:anchor="_Toc103259573" w:history="1">
        <w:r w:rsidR="005D1DF5" w:rsidRPr="002A5395">
          <w:rPr>
            <w:rStyle w:val="Hypertextovodkaz"/>
            <w:rFonts w:ascii="Arial Narrow" w:hAnsi="Arial Narrow" w:cs="Times New Roman"/>
            <w:b/>
            <w:noProof/>
            <w:color w:val="auto"/>
          </w:rPr>
          <w:t>A.3 SEZNAM VSTUPNÍCH PODKLADŮ</w:t>
        </w:r>
        <w:r w:rsidR="005D1DF5" w:rsidRPr="002A5395">
          <w:rPr>
            <w:noProof/>
            <w:webHidden/>
          </w:rPr>
          <w:tab/>
        </w:r>
        <w:r w:rsidR="005D1DF5" w:rsidRPr="002A5395">
          <w:rPr>
            <w:noProof/>
            <w:webHidden/>
          </w:rPr>
          <w:fldChar w:fldCharType="begin"/>
        </w:r>
        <w:r w:rsidR="005D1DF5" w:rsidRPr="002A5395">
          <w:rPr>
            <w:noProof/>
            <w:webHidden/>
          </w:rPr>
          <w:instrText xml:space="preserve"> PAGEREF _Toc103259573 \h </w:instrText>
        </w:r>
        <w:r w:rsidR="005D1DF5" w:rsidRPr="002A5395">
          <w:rPr>
            <w:noProof/>
            <w:webHidden/>
          </w:rPr>
        </w:r>
        <w:r w:rsidR="005D1DF5" w:rsidRPr="002A5395">
          <w:rPr>
            <w:noProof/>
            <w:webHidden/>
          </w:rPr>
          <w:fldChar w:fldCharType="separate"/>
        </w:r>
        <w:r w:rsidR="0088370A">
          <w:rPr>
            <w:noProof/>
            <w:webHidden/>
          </w:rPr>
          <w:t>4</w:t>
        </w:r>
        <w:r w:rsidR="005D1DF5" w:rsidRPr="002A5395">
          <w:rPr>
            <w:noProof/>
            <w:webHidden/>
          </w:rPr>
          <w:fldChar w:fldCharType="end"/>
        </w:r>
      </w:hyperlink>
    </w:p>
    <w:p w14:paraId="5AFBE0D6" w14:textId="7C75DD17" w:rsidR="00C97200" w:rsidRPr="002A5395" w:rsidRDefault="00FD048C" w:rsidP="003C0672">
      <w:r w:rsidRPr="002A5395">
        <w:fldChar w:fldCharType="end"/>
      </w:r>
    </w:p>
    <w:p w14:paraId="2C50A415" w14:textId="2CB38C34" w:rsidR="00C97200" w:rsidRPr="002A5395" w:rsidRDefault="00C97200" w:rsidP="003C0672"/>
    <w:p w14:paraId="7F1660CF" w14:textId="188CCEB3" w:rsidR="00C97200" w:rsidRPr="002A5395" w:rsidRDefault="00C97200" w:rsidP="003C0672"/>
    <w:p w14:paraId="6CE27946" w14:textId="475360E0" w:rsidR="00C97200" w:rsidRPr="002A5395" w:rsidRDefault="00C97200" w:rsidP="003C0672"/>
    <w:p w14:paraId="64B84152" w14:textId="77777777" w:rsidR="00C97200" w:rsidRPr="002A5395" w:rsidRDefault="00C97200" w:rsidP="003C0672"/>
    <w:p w14:paraId="51D3F59C" w14:textId="4B82524A" w:rsidR="00C97200" w:rsidRPr="002A5395" w:rsidRDefault="00C97200" w:rsidP="003C0672"/>
    <w:p w14:paraId="619BBAF2" w14:textId="2E5FBC7E" w:rsidR="00C97200" w:rsidRDefault="00C97200" w:rsidP="003C0672"/>
    <w:p w14:paraId="2B0DC7AC" w14:textId="77777777" w:rsidR="009727CD" w:rsidRDefault="009727CD" w:rsidP="003C0672"/>
    <w:p w14:paraId="08054AF9" w14:textId="77777777" w:rsidR="009727CD" w:rsidRDefault="009727CD" w:rsidP="003C0672"/>
    <w:p w14:paraId="409C50D3" w14:textId="77777777" w:rsidR="009727CD" w:rsidRDefault="009727CD" w:rsidP="003C0672"/>
    <w:p w14:paraId="14B8B751" w14:textId="77777777" w:rsidR="009727CD" w:rsidRPr="002A5395" w:rsidRDefault="009727CD" w:rsidP="003C0672"/>
    <w:p w14:paraId="49049C5A" w14:textId="77777777" w:rsidR="00C97200" w:rsidRPr="002A5395" w:rsidRDefault="00C97200" w:rsidP="00C97200">
      <w:pPr>
        <w:pStyle w:val="Nadpis2"/>
        <w:widowControl w:val="0"/>
        <w:spacing w:before="480" w:line="276" w:lineRule="auto"/>
        <w:rPr>
          <w:rFonts w:ascii="Arial Narrow" w:hAnsi="Arial Narrow" w:cs="Times New Roman"/>
          <w:b/>
          <w:bCs w:val="0"/>
          <w:iCs w:val="0"/>
          <w:smallCaps/>
          <w:color w:val="auto"/>
          <w:kern w:val="0"/>
          <w:sz w:val="30"/>
          <w:szCs w:val="20"/>
        </w:rPr>
      </w:pPr>
      <w:bookmarkStart w:id="0" w:name="_Toc387003798"/>
      <w:bookmarkStart w:id="1" w:name="_Toc16680157"/>
      <w:bookmarkStart w:id="2" w:name="_Toc47978125"/>
      <w:bookmarkStart w:id="3" w:name="_Toc47978292"/>
      <w:bookmarkStart w:id="4" w:name="_Toc103259558"/>
      <w:r w:rsidRPr="002A5395">
        <w:rPr>
          <w:rFonts w:ascii="Arial Narrow" w:hAnsi="Arial Narrow" w:cs="Times New Roman"/>
          <w:b/>
          <w:bCs w:val="0"/>
          <w:iCs w:val="0"/>
          <w:smallCaps/>
          <w:color w:val="auto"/>
          <w:kern w:val="0"/>
          <w:sz w:val="30"/>
          <w:szCs w:val="20"/>
        </w:rPr>
        <w:lastRenderedPageBreak/>
        <w:t>A.1 Identifikační údaje</w:t>
      </w:r>
      <w:bookmarkEnd w:id="0"/>
      <w:bookmarkEnd w:id="1"/>
      <w:bookmarkEnd w:id="2"/>
      <w:bookmarkEnd w:id="3"/>
      <w:bookmarkEnd w:id="4"/>
    </w:p>
    <w:p w14:paraId="50EEFC2A" w14:textId="77777777" w:rsidR="00C97200" w:rsidRDefault="00C97200" w:rsidP="00C97200">
      <w:pPr>
        <w:pStyle w:val="Nadpis2"/>
        <w:widowControl w:val="0"/>
        <w:spacing w:before="480" w:line="276" w:lineRule="auto"/>
        <w:rPr>
          <w:rFonts w:ascii="Arial Narrow" w:hAnsi="Arial Narrow" w:cs="Times New Roman"/>
          <w:b/>
          <w:bCs w:val="0"/>
          <w:iCs w:val="0"/>
          <w:smallCaps/>
          <w:color w:val="auto"/>
          <w:kern w:val="0"/>
          <w:sz w:val="30"/>
          <w:szCs w:val="20"/>
        </w:rPr>
      </w:pPr>
      <w:bookmarkStart w:id="5" w:name="_Toc387003799"/>
      <w:bookmarkStart w:id="6" w:name="_Toc16680158"/>
      <w:bookmarkStart w:id="7" w:name="_Toc47978126"/>
      <w:bookmarkStart w:id="8" w:name="_Toc47978293"/>
      <w:bookmarkStart w:id="9" w:name="_Toc103259559"/>
      <w:bookmarkStart w:id="10" w:name="_Toc169491981"/>
      <w:r w:rsidRPr="002A5395">
        <w:rPr>
          <w:rFonts w:ascii="Arial Narrow" w:hAnsi="Arial Narrow" w:cs="Times New Roman"/>
          <w:b/>
          <w:bCs w:val="0"/>
          <w:iCs w:val="0"/>
          <w:smallCaps/>
          <w:color w:val="auto"/>
          <w:kern w:val="0"/>
          <w:sz w:val="30"/>
          <w:szCs w:val="20"/>
        </w:rPr>
        <w:t>A.1.1 Údaje o stavbě</w:t>
      </w:r>
      <w:bookmarkEnd w:id="5"/>
      <w:bookmarkEnd w:id="6"/>
      <w:bookmarkEnd w:id="7"/>
      <w:bookmarkEnd w:id="8"/>
      <w:bookmarkEnd w:id="9"/>
    </w:p>
    <w:p w14:paraId="3A35C2F7" w14:textId="77777777" w:rsidR="0095298A" w:rsidRPr="0095298A" w:rsidRDefault="0095298A" w:rsidP="0095298A"/>
    <w:p w14:paraId="7B4CBE6E" w14:textId="77777777" w:rsidR="00C97200" w:rsidRPr="002A5395" w:rsidRDefault="00C97200" w:rsidP="00FD048C">
      <w:pPr>
        <w:pStyle w:val="Nadpis3"/>
      </w:pPr>
      <w:bookmarkStart w:id="11" w:name="_Toc16680159"/>
      <w:bookmarkStart w:id="12" w:name="_Toc47978294"/>
      <w:bookmarkStart w:id="13" w:name="_Toc103259560"/>
      <w:bookmarkEnd w:id="10"/>
      <w:r w:rsidRPr="002A5395">
        <w:t>a) název stavby</w:t>
      </w:r>
      <w:bookmarkEnd w:id="11"/>
      <w:bookmarkEnd w:id="12"/>
      <w:bookmarkEnd w:id="13"/>
    </w:p>
    <w:p w14:paraId="7E2162EA" w14:textId="5954D5E1" w:rsidR="009727CD" w:rsidRPr="009727CD" w:rsidRDefault="00440F4B" w:rsidP="009727CD">
      <w:pPr>
        <w:pStyle w:val="Zkladntext"/>
        <w:spacing w:line="276" w:lineRule="auto"/>
        <w:jc w:val="left"/>
        <w:rPr>
          <w:rFonts w:cs="Arial"/>
          <w:color w:val="000000" w:themeColor="text1"/>
        </w:rPr>
      </w:pPr>
      <w:bookmarkStart w:id="14" w:name="_Toc103259561"/>
      <w:bookmarkStart w:id="15" w:name="_Toc16680160"/>
      <w:bookmarkStart w:id="16" w:name="_Toc47978295"/>
      <w:proofErr w:type="gramStart"/>
      <w:r w:rsidRPr="009727CD">
        <w:rPr>
          <w:rFonts w:cs="Arial"/>
          <w:color w:val="000000" w:themeColor="text1"/>
        </w:rPr>
        <w:t>PD -</w:t>
      </w:r>
      <w:bookmarkStart w:id="17" w:name="_Hlk131581754"/>
      <w:r w:rsidR="009727CD">
        <w:rPr>
          <w:rFonts w:cs="Arial"/>
          <w:color w:val="000000" w:themeColor="text1"/>
        </w:rPr>
        <w:t xml:space="preserve"> </w:t>
      </w:r>
      <w:r w:rsidRPr="009727CD">
        <w:rPr>
          <w:rFonts w:cs="Arial"/>
          <w:color w:val="000000" w:themeColor="text1"/>
        </w:rPr>
        <w:t>Centrum</w:t>
      </w:r>
      <w:proofErr w:type="gramEnd"/>
      <w:r w:rsidRPr="009727CD">
        <w:rPr>
          <w:rFonts w:cs="Arial"/>
          <w:color w:val="000000" w:themeColor="text1"/>
        </w:rPr>
        <w:t xml:space="preserve"> technického a inovativního vzdělávání v</w:t>
      </w:r>
      <w:r w:rsidR="000D28AB" w:rsidRPr="009727CD">
        <w:rPr>
          <w:rFonts w:cs="Arial"/>
          <w:color w:val="000000" w:themeColor="text1"/>
        </w:rPr>
        <w:t> </w:t>
      </w:r>
      <w:r w:rsidRPr="009727CD">
        <w:rPr>
          <w:rFonts w:cs="Arial"/>
          <w:color w:val="000000" w:themeColor="text1"/>
        </w:rPr>
        <w:t>Kyjově</w:t>
      </w:r>
      <w:r w:rsidR="000D28AB" w:rsidRPr="009727CD">
        <w:rPr>
          <w:rFonts w:cs="Arial"/>
          <w:color w:val="000000" w:themeColor="text1"/>
        </w:rPr>
        <w:t>.</w:t>
      </w:r>
    </w:p>
    <w:p w14:paraId="44858FD3" w14:textId="6E98FCA6" w:rsidR="004B7A73" w:rsidRPr="009727CD" w:rsidRDefault="000D28AB" w:rsidP="009727CD">
      <w:pPr>
        <w:pStyle w:val="Zkladntext"/>
        <w:spacing w:line="276" w:lineRule="auto"/>
        <w:jc w:val="left"/>
        <w:rPr>
          <w:rFonts w:cs="Arial"/>
          <w:color w:val="000000" w:themeColor="text1"/>
        </w:rPr>
      </w:pPr>
      <w:r w:rsidRPr="009727CD">
        <w:rPr>
          <w:rFonts w:cs="Arial"/>
          <w:color w:val="000000" w:themeColor="text1"/>
        </w:rPr>
        <w:t>Bourání stávající budovy dílny elektro a přilehlých drobných staveb</w:t>
      </w:r>
      <w:r w:rsidR="003D28F3" w:rsidRPr="009727CD">
        <w:rPr>
          <w:rFonts w:cs="Arial"/>
          <w:color w:val="000000" w:themeColor="text1"/>
        </w:rPr>
        <w:t xml:space="preserve"> </w:t>
      </w:r>
      <w:r w:rsidR="00440F4B" w:rsidRPr="009727CD">
        <w:rPr>
          <w:rFonts w:cs="Arial"/>
          <w:color w:val="000000" w:themeColor="text1"/>
        </w:rPr>
        <w:t xml:space="preserve"> </w:t>
      </w:r>
      <w:bookmarkEnd w:id="14"/>
      <w:bookmarkEnd w:id="17"/>
    </w:p>
    <w:p w14:paraId="48A7B2CA" w14:textId="1FE8E428" w:rsidR="00C97200" w:rsidRPr="002A5395" w:rsidRDefault="00C97200" w:rsidP="00FD048C">
      <w:pPr>
        <w:pStyle w:val="Nadpis3"/>
      </w:pPr>
      <w:bookmarkStart w:id="18" w:name="_Toc103259562"/>
      <w:r w:rsidRPr="002A5395">
        <w:t>b) místo stavby (adresa, čísla popisná, katastrální území, parcelní čísla pozemků)</w:t>
      </w:r>
      <w:bookmarkEnd w:id="15"/>
      <w:bookmarkEnd w:id="16"/>
      <w:bookmarkEnd w:id="18"/>
    </w:p>
    <w:p w14:paraId="45A5E29F" w14:textId="6DECCE43" w:rsidR="00440F4B" w:rsidRPr="009119A0" w:rsidRDefault="00440F4B" w:rsidP="00440F4B">
      <w:pPr>
        <w:pStyle w:val="Zkladntext"/>
        <w:spacing w:line="276" w:lineRule="auto"/>
        <w:jc w:val="left"/>
        <w:rPr>
          <w:rFonts w:cs="Arial"/>
          <w:color w:val="000000" w:themeColor="text1"/>
        </w:rPr>
      </w:pPr>
      <w:r w:rsidRPr="009119A0">
        <w:rPr>
          <w:rFonts w:cs="Arial"/>
          <w:color w:val="000000" w:themeColor="text1"/>
        </w:rPr>
        <w:t>Centrum technického a inovativního vzdělávání v Kyjově</w:t>
      </w:r>
    </w:p>
    <w:p w14:paraId="79AA1507" w14:textId="674B547D" w:rsidR="003B3395" w:rsidRPr="009119A0" w:rsidRDefault="00440F4B" w:rsidP="003C1E92">
      <w:pPr>
        <w:pStyle w:val="Zkladntext"/>
        <w:spacing w:line="276" w:lineRule="auto"/>
        <w:rPr>
          <w:rFonts w:cs="Arial"/>
          <w:color w:val="000000" w:themeColor="text1"/>
        </w:rPr>
      </w:pPr>
      <w:r w:rsidRPr="009119A0">
        <w:rPr>
          <w:rFonts w:cs="Arial"/>
          <w:color w:val="000000" w:themeColor="text1"/>
        </w:rPr>
        <w:t>Nádražní 471/48, 697 01 Kyjov, kraj Jihomoravský</w:t>
      </w:r>
    </w:p>
    <w:p w14:paraId="64FD1970" w14:textId="1CDDDEF3" w:rsidR="00AB75BD" w:rsidRPr="009119A0" w:rsidRDefault="00AB75BD" w:rsidP="00AB75BD">
      <w:pPr>
        <w:pStyle w:val="Zkladntext"/>
        <w:spacing w:line="276" w:lineRule="auto"/>
        <w:rPr>
          <w:rFonts w:cs="Arial"/>
          <w:color w:val="000000" w:themeColor="text1"/>
        </w:rPr>
      </w:pPr>
      <w:r w:rsidRPr="009119A0">
        <w:rPr>
          <w:rFonts w:cs="Arial"/>
          <w:color w:val="000000" w:themeColor="text1"/>
        </w:rPr>
        <w:t xml:space="preserve">Katastrální území: </w:t>
      </w:r>
      <w:r w:rsidR="009119A0" w:rsidRPr="009119A0">
        <w:rPr>
          <w:rFonts w:cs="Arial"/>
          <w:color w:val="000000" w:themeColor="text1"/>
        </w:rPr>
        <w:t>Kyjov</w:t>
      </w:r>
      <w:r w:rsidR="00EE2C93" w:rsidRPr="009119A0">
        <w:rPr>
          <w:rFonts w:cs="Arial"/>
          <w:color w:val="000000" w:themeColor="text1"/>
        </w:rPr>
        <w:t xml:space="preserve"> </w:t>
      </w:r>
      <w:bookmarkStart w:id="19" w:name="_Hlk131577969"/>
      <w:r w:rsidR="00EE2C93" w:rsidRPr="009119A0">
        <w:rPr>
          <w:rFonts w:cs="Arial"/>
          <w:color w:val="000000" w:themeColor="text1"/>
        </w:rPr>
        <w:t>[</w:t>
      </w:r>
      <w:r w:rsidR="009119A0" w:rsidRPr="009119A0">
        <w:rPr>
          <w:rFonts w:cs="Arial"/>
          <w:color w:val="000000" w:themeColor="text1"/>
        </w:rPr>
        <w:t>6</w:t>
      </w:r>
      <w:r w:rsidR="00EE2C93" w:rsidRPr="009119A0">
        <w:rPr>
          <w:rFonts w:cs="Arial"/>
          <w:color w:val="000000" w:themeColor="text1"/>
        </w:rPr>
        <w:t>7</w:t>
      </w:r>
      <w:r w:rsidR="009119A0" w:rsidRPr="009119A0">
        <w:rPr>
          <w:rFonts w:cs="Arial"/>
          <w:color w:val="000000" w:themeColor="text1"/>
        </w:rPr>
        <w:t>8431</w:t>
      </w:r>
      <w:r w:rsidRPr="009119A0">
        <w:rPr>
          <w:rFonts w:cs="Arial"/>
          <w:color w:val="000000" w:themeColor="text1"/>
        </w:rPr>
        <w:t>]</w:t>
      </w:r>
    </w:p>
    <w:bookmarkEnd w:id="19"/>
    <w:p w14:paraId="606F15AD" w14:textId="6231EF9E" w:rsidR="00554238" w:rsidRDefault="00AB75BD" w:rsidP="00AB75BD">
      <w:pPr>
        <w:pStyle w:val="Zkladntext"/>
        <w:spacing w:line="276" w:lineRule="auto"/>
        <w:rPr>
          <w:rFonts w:cs="Arial"/>
          <w:color w:val="000000" w:themeColor="text1"/>
        </w:rPr>
      </w:pPr>
      <w:r w:rsidRPr="009119A0">
        <w:rPr>
          <w:rFonts w:cs="Arial"/>
          <w:color w:val="000000" w:themeColor="text1"/>
        </w:rPr>
        <w:t xml:space="preserve">Parcelní čísla: </w:t>
      </w:r>
      <w:r w:rsidR="009119A0" w:rsidRPr="009119A0">
        <w:rPr>
          <w:rFonts w:cs="Arial"/>
          <w:color w:val="000000" w:themeColor="text1"/>
        </w:rPr>
        <w:t>1011/5</w:t>
      </w:r>
      <w:r w:rsidR="0004402A" w:rsidRPr="009119A0">
        <w:rPr>
          <w:rFonts w:cs="Arial"/>
          <w:color w:val="000000" w:themeColor="text1"/>
        </w:rPr>
        <w:t xml:space="preserve"> zastavěná plocha nádvoří </w:t>
      </w:r>
      <w:r w:rsidR="009119A0" w:rsidRPr="009119A0">
        <w:rPr>
          <w:rFonts w:cs="Arial"/>
          <w:color w:val="000000" w:themeColor="text1"/>
        </w:rPr>
        <w:t>4842</w:t>
      </w:r>
      <w:r w:rsidR="0004402A" w:rsidRPr="009119A0">
        <w:rPr>
          <w:rFonts w:cs="Arial"/>
          <w:color w:val="000000" w:themeColor="text1"/>
        </w:rPr>
        <w:t xml:space="preserve"> m2</w:t>
      </w:r>
    </w:p>
    <w:p w14:paraId="1F5720AF" w14:textId="3909DE19" w:rsidR="009119A0" w:rsidRDefault="009119A0" w:rsidP="009119A0">
      <w:pPr>
        <w:pStyle w:val="Zkladntext"/>
        <w:spacing w:line="276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Katastrální území: </w:t>
      </w:r>
      <w:proofErr w:type="spellStart"/>
      <w:r>
        <w:rPr>
          <w:rFonts w:cs="Arial"/>
          <w:color w:val="000000" w:themeColor="text1"/>
        </w:rPr>
        <w:t>Netčice</w:t>
      </w:r>
      <w:proofErr w:type="spellEnd"/>
      <w:r>
        <w:rPr>
          <w:rFonts w:cs="Arial"/>
          <w:color w:val="000000" w:themeColor="text1"/>
        </w:rPr>
        <w:t xml:space="preserve"> u Kyjova </w:t>
      </w:r>
      <w:r w:rsidRPr="009119A0">
        <w:rPr>
          <w:rFonts w:cs="Arial"/>
          <w:color w:val="000000" w:themeColor="text1"/>
        </w:rPr>
        <w:t>[678</w:t>
      </w:r>
      <w:r>
        <w:rPr>
          <w:rFonts w:cs="Arial"/>
          <w:color w:val="000000" w:themeColor="text1"/>
        </w:rPr>
        <w:t>511</w:t>
      </w:r>
      <w:r w:rsidRPr="009119A0">
        <w:rPr>
          <w:rFonts w:cs="Arial"/>
          <w:color w:val="000000" w:themeColor="text1"/>
        </w:rPr>
        <w:t>]</w:t>
      </w:r>
    </w:p>
    <w:p w14:paraId="1A94F399" w14:textId="537434F6" w:rsidR="003B3395" w:rsidRDefault="003B3395" w:rsidP="003B3395">
      <w:pPr>
        <w:pStyle w:val="Zkladntext"/>
        <w:spacing w:line="276" w:lineRule="auto"/>
        <w:rPr>
          <w:rFonts w:cs="Arial"/>
          <w:color w:val="000000" w:themeColor="text1"/>
        </w:rPr>
      </w:pPr>
      <w:r w:rsidRPr="009119A0">
        <w:rPr>
          <w:rFonts w:cs="Arial"/>
          <w:color w:val="000000" w:themeColor="text1"/>
        </w:rPr>
        <w:t xml:space="preserve">Parcelní čísla: </w:t>
      </w:r>
      <w:r>
        <w:rPr>
          <w:rFonts w:cs="Arial"/>
          <w:color w:val="000000" w:themeColor="text1"/>
        </w:rPr>
        <w:t>st. 121</w:t>
      </w:r>
      <w:r w:rsidRPr="009119A0">
        <w:rPr>
          <w:rFonts w:cs="Arial"/>
          <w:color w:val="000000" w:themeColor="text1"/>
        </w:rPr>
        <w:t xml:space="preserve"> zastavěná plocha nádvoří </w:t>
      </w:r>
      <w:r>
        <w:rPr>
          <w:rFonts w:cs="Arial"/>
          <w:color w:val="000000" w:themeColor="text1"/>
        </w:rPr>
        <w:t>2097</w:t>
      </w:r>
      <w:r w:rsidRPr="009119A0">
        <w:rPr>
          <w:rFonts w:cs="Arial"/>
          <w:color w:val="000000" w:themeColor="text1"/>
        </w:rPr>
        <w:t xml:space="preserve"> m2</w:t>
      </w:r>
    </w:p>
    <w:p w14:paraId="37FC0529" w14:textId="36E2F9B2" w:rsidR="00C97200" w:rsidRPr="002A5395" w:rsidRDefault="00C97200" w:rsidP="00C97200">
      <w:pPr>
        <w:pStyle w:val="Nadpis2"/>
        <w:widowControl w:val="0"/>
        <w:spacing w:before="480" w:line="276" w:lineRule="auto"/>
        <w:rPr>
          <w:rFonts w:ascii="Arial Narrow" w:hAnsi="Arial Narrow" w:cs="Times New Roman"/>
          <w:b/>
          <w:bCs w:val="0"/>
          <w:iCs w:val="0"/>
          <w:smallCaps/>
          <w:color w:val="auto"/>
          <w:kern w:val="0"/>
          <w:sz w:val="30"/>
          <w:szCs w:val="20"/>
        </w:rPr>
      </w:pPr>
      <w:bookmarkStart w:id="20" w:name="_Toc387003800"/>
      <w:bookmarkStart w:id="21" w:name="_Toc16680162"/>
      <w:bookmarkStart w:id="22" w:name="_Toc47978127"/>
      <w:bookmarkStart w:id="23" w:name="_Toc47978296"/>
      <w:bookmarkStart w:id="24" w:name="_Toc103259564"/>
      <w:r w:rsidRPr="002A5395">
        <w:rPr>
          <w:rFonts w:ascii="Arial Narrow" w:hAnsi="Arial Narrow" w:cs="Times New Roman"/>
          <w:b/>
          <w:bCs w:val="0"/>
          <w:iCs w:val="0"/>
          <w:smallCaps/>
          <w:color w:val="auto"/>
          <w:kern w:val="0"/>
          <w:sz w:val="30"/>
          <w:szCs w:val="20"/>
        </w:rPr>
        <w:t>A.1.2 Údaje o</w:t>
      </w:r>
      <w:bookmarkEnd w:id="20"/>
      <w:bookmarkEnd w:id="21"/>
      <w:bookmarkEnd w:id="22"/>
      <w:bookmarkEnd w:id="23"/>
      <w:r w:rsidR="00AB56EE" w:rsidRPr="002A5395">
        <w:rPr>
          <w:rFonts w:ascii="Arial Narrow" w:hAnsi="Arial Narrow" w:cs="Times New Roman"/>
          <w:b/>
          <w:bCs w:val="0"/>
          <w:iCs w:val="0"/>
          <w:smallCaps/>
          <w:color w:val="auto"/>
          <w:kern w:val="0"/>
          <w:sz w:val="30"/>
          <w:szCs w:val="20"/>
        </w:rPr>
        <w:t xml:space="preserve"> </w:t>
      </w:r>
      <w:r w:rsidR="00294AE5">
        <w:rPr>
          <w:rFonts w:ascii="Arial Narrow" w:hAnsi="Arial Narrow" w:cs="Times New Roman"/>
          <w:b/>
          <w:bCs w:val="0"/>
          <w:iCs w:val="0"/>
          <w:smallCaps/>
          <w:color w:val="auto"/>
          <w:kern w:val="0"/>
          <w:sz w:val="30"/>
          <w:szCs w:val="20"/>
        </w:rPr>
        <w:t>vlastníkovi</w:t>
      </w:r>
      <w:bookmarkEnd w:id="24"/>
    </w:p>
    <w:p w14:paraId="5A5ED281" w14:textId="77777777" w:rsidR="00C97200" w:rsidRPr="002A5395" w:rsidRDefault="00C97200" w:rsidP="00FD048C">
      <w:pPr>
        <w:pStyle w:val="Nadpis3"/>
      </w:pPr>
      <w:bookmarkStart w:id="25" w:name="_Toc16680163"/>
      <w:bookmarkStart w:id="26" w:name="_Toc47978297"/>
      <w:bookmarkStart w:id="27" w:name="_Toc103259565"/>
      <w:bookmarkStart w:id="28" w:name="_Toc169491983"/>
      <w:r w:rsidRPr="002A5395">
        <w:t>a) jméno, příjmení a místo trvalého pobytu (fyzická osoba)</w:t>
      </w:r>
      <w:bookmarkEnd w:id="25"/>
      <w:bookmarkEnd w:id="26"/>
      <w:bookmarkEnd w:id="27"/>
    </w:p>
    <w:p w14:paraId="242657DE" w14:textId="6C31F5DE" w:rsidR="00C97200" w:rsidRPr="002A5395" w:rsidRDefault="00C97200" w:rsidP="00C97200">
      <w:pPr>
        <w:pStyle w:val="Zkladntext"/>
        <w:spacing w:line="276" w:lineRule="auto"/>
      </w:pPr>
      <w:r w:rsidRPr="002A5395">
        <w:t>-------------</w:t>
      </w:r>
    </w:p>
    <w:p w14:paraId="2095AC7F" w14:textId="1D4611D2" w:rsidR="00C97200" w:rsidRPr="002A5395" w:rsidRDefault="00C97200" w:rsidP="00FD048C">
      <w:pPr>
        <w:pStyle w:val="Nadpis3"/>
      </w:pPr>
      <w:bookmarkStart w:id="29" w:name="_Toc47978298"/>
      <w:bookmarkStart w:id="30" w:name="_Toc103259566"/>
      <w:r w:rsidRPr="002A5395">
        <w:t>b) jméno, příjmení, obchodní firma, identifikační číslo osoby, místo podnikání (fyzická osoba podnikající, pokud záměr souvisí s její podnikatelskou činností)</w:t>
      </w:r>
      <w:bookmarkEnd w:id="29"/>
      <w:bookmarkEnd w:id="30"/>
    </w:p>
    <w:p w14:paraId="74832F05" w14:textId="57772690" w:rsidR="00C97200" w:rsidRPr="002A5395" w:rsidRDefault="00C97200" w:rsidP="00C97200">
      <w:pPr>
        <w:pStyle w:val="Zkladntext"/>
        <w:spacing w:line="276" w:lineRule="auto"/>
      </w:pPr>
      <w:r w:rsidRPr="002A5395">
        <w:t>-------------</w:t>
      </w:r>
    </w:p>
    <w:p w14:paraId="29074E8B" w14:textId="3C9A4429" w:rsidR="00C97200" w:rsidRPr="002A5395" w:rsidRDefault="00C97200" w:rsidP="00FD048C">
      <w:pPr>
        <w:pStyle w:val="Nadpis3"/>
      </w:pPr>
      <w:bookmarkStart w:id="31" w:name="_Toc47978299"/>
      <w:bookmarkStart w:id="32" w:name="_Toc103259567"/>
      <w:r w:rsidRPr="002A5395">
        <w:t>c) obchodní firma nebo název, identifikační číslo osoby, adresa sídla (právnická osoba)</w:t>
      </w:r>
      <w:bookmarkEnd w:id="31"/>
      <w:bookmarkEnd w:id="32"/>
    </w:p>
    <w:p w14:paraId="2A356F14" w14:textId="1237BC61" w:rsidR="00AB56EE" w:rsidRPr="000D28AB" w:rsidRDefault="003B3395" w:rsidP="00AB56EE">
      <w:pPr>
        <w:pStyle w:val="Zkladntext"/>
        <w:spacing w:line="276" w:lineRule="auto"/>
        <w:rPr>
          <w:color w:val="000000" w:themeColor="text1"/>
        </w:rPr>
      </w:pPr>
      <w:bookmarkStart w:id="33" w:name="_Toc387003801"/>
      <w:bookmarkStart w:id="34" w:name="_Toc16680164"/>
      <w:bookmarkStart w:id="35" w:name="_Toc47978128"/>
      <w:bookmarkStart w:id="36" w:name="_Toc47978300"/>
      <w:r w:rsidRPr="000D28AB">
        <w:rPr>
          <w:color w:val="000000" w:themeColor="text1"/>
        </w:rPr>
        <w:t>Vlastník</w:t>
      </w:r>
      <w:r w:rsidR="00AB56EE" w:rsidRPr="000D28AB">
        <w:rPr>
          <w:color w:val="000000" w:themeColor="text1"/>
        </w:rPr>
        <w:t xml:space="preserve">: </w:t>
      </w:r>
      <w:r w:rsidR="009E5B75" w:rsidRPr="000D28AB">
        <w:rPr>
          <w:color w:val="000000" w:themeColor="text1"/>
        </w:rPr>
        <w:tab/>
      </w:r>
      <w:r w:rsidRPr="000D28AB">
        <w:rPr>
          <w:color w:val="000000" w:themeColor="text1"/>
        </w:rPr>
        <w:t>Jihomoravský kraj</w:t>
      </w:r>
    </w:p>
    <w:p w14:paraId="5EF31EB1" w14:textId="64D65417" w:rsidR="00AB56EE" w:rsidRPr="000D28AB" w:rsidRDefault="00AB56EE" w:rsidP="00AB56EE">
      <w:pPr>
        <w:pStyle w:val="Zkladntext"/>
        <w:spacing w:line="276" w:lineRule="auto"/>
        <w:rPr>
          <w:color w:val="000000" w:themeColor="text1"/>
        </w:rPr>
      </w:pPr>
      <w:r w:rsidRPr="000D28AB">
        <w:rPr>
          <w:color w:val="000000" w:themeColor="text1"/>
        </w:rPr>
        <w:t xml:space="preserve">Sídlo: </w:t>
      </w:r>
      <w:r w:rsidR="009E5B75" w:rsidRPr="000D28AB">
        <w:rPr>
          <w:color w:val="000000" w:themeColor="text1"/>
        </w:rPr>
        <w:tab/>
      </w:r>
      <w:r w:rsidR="009E5B75" w:rsidRPr="000D28AB">
        <w:rPr>
          <w:color w:val="000000" w:themeColor="text1"/>
        </w:rPr>
        <w:tab/>
      </w:r>
      <w:r w:rsidR="003B3395" w:rsidRPr="000D28AB">
        <w:rPr>
          <w:color w:val="000000" w:themeColor="text1"/>
        </w:rPr>
        <w:t xml:space="preserve">Žerotínovo nám. </w:t>
      </w:r>
      <w:r w:rsidR="000D28AB" w:rsidRPr="000D28AB">
        <w:rPr>
          <w:color w:val="000000" w:themeColor="text1"/>
        </w:rPr>
        <w:t>449/3, Veveří, 602 00 Brno</w:t>
      </w:r>
    </w:p>
    <w:p w14:paraId="7D2433E7" w14:textId="1E2660B9" w:rsidR="00AB56EE" w:rsidRPr="000D28AB" w:rsidRDefault="00AB56EE" w:rsidP="009E5B75">
      <w:pPr>
        <w:pStyle w:val="Zkladntext"/>
        <w:spacing w:line="276" w:lineRule="auto"/>
        <w:rPr>
          <w:color w:val="000000" w:themeColor="text1"/>
        </w:rPr>
      </w:pPr>
      <w:r w:rsidRPr="000D28AB">
        <w:rPr>
          <w:color w:val="000000" w:themeColor="text1"/>
        </w:rPr>
        <w:t xml:space="preserve">IČ: </w:t>
      </w:r>
      <w:r w:rsidR="009E5B75" w:rsidRPr="000D28AB">
        <w:rPr>
          <w:color w:val="000000" w:themeColor="text1"/>
        </w:rPr>
        <w:tab/>
      </w:r>
      <w:r w:rsidR="009E5B75" w:rsidRPr="000D28AB">
        <w:rPr>
          <w:color w:val="000000" w:themeColor="text1"/>
        </w:rPr>
        <w:tab/>
      </w:r>
      <w:r w:rsidR="001C518B" w:rsidRPr="000D28AB">
        <w:rPr>
          <w:color w:val="000000" w:themeColor="text1"/>
        </w:rPr>
        <w:t>7</w:t>
      </w:r>
      <w:r w:rsidR="000D28AB" w:rsidRPr="000D28AB">
        <w:rPr>
          <w:color w:val="000000" w:themeColor="text1"/>
        </w:rPr>
        <w:t>0888337</w:t>
      </w:r>
      <w:r w:rsidRPr="000D28AB">
        <w:rPr>
          <w:color w:val="000000" w:themeColor="text1"/>
        </w:rPr>
        <w:t xml:space="preserve"> </w:t>
      </w:r>
    </w:p>
    <w:p w14:paraId="3DF8405C" w14:textId="72B41648" w:rsidR="003B3395" w:rsidRPr="000D28AB" w:rsidRDefault="003B3395" w:rsidP="003B3395">
      <w:pPr>
        <w:pStyle w:val="Zkladntext"/>
        <w:spacing w:line="276" w:lineRule="auto"/>
        <w:rPr>
          <w:color w:val="000000" w:themeColor="text1"/>
        </w:rPr>
      </w:pPr>
      <w:r w:rsidRPr="000D28AB">
        <w:rPr>
          <w:color w:val="000000" w:themeColor="text1"/>
        </w:rPr>
        <w:lastRenderedPageBreak/>
        <w:t>Právo hospodařit se svěřeným majetkem kraje:</w:t>
      </w:r>
    </w:p>
    <w:p w14:paraId="47597387" w14:textId="72213D72" w:rsidR="003B3395" w:rsidRPr="000D28AB" w:rsidRDefault="000D28AB" w:rsidP="00AB56EE">
      <w:pPr>
        <w:pStyle w:val="Zkladntext"/>
        <w:spacing w:line="276" w:lineRule="auto"/>
        <w:rPr>
          <w:color w:val="000000" w:themeColor="text1"/>
        </w:rPr>
      </w:pPr>
      <w:r w:rsidRPr="000D28AB">
        <w:rPr>
          <w:color w:val="000000" w:themeColor="text1"/>
        </w:rPr>
        <w:tab/>
      </w:r>
      <w:r w:rsidRPr="000D28AB">
        <w:rPr>
          <w:color w:val="000000" w:themeColor="text1"/>
        </w:rPr>
        <w:tab/>
        <w:t>Střední škola polytechnická Kyjov, příspěvková organizace</w:t>
      </w:r>
    </w:p>
    <w:p w14:paraId="003F3C86" w14:textId="27465C17" w:rsidR="000D28AB" w:rsidRPr="000D28AB" w:rsidRDefault="000D28AB" w:rsidP="00AB56EE">
      <w:pPr>
        <w:pStyle w:val="Zkladntext"/>
        <w:spacing w:line="276" w:lineRule="auto"/>
        <w:rPr>
          <w:color w:val="000000" w:themeColor="text1"/>
        </w:rPr>
      </w:pPr>
      <w:r w:rsidRPr="000D28AB">
        <w:rPr>
          <w:color w:val="000000" w:themeColor="text1"/>
        </w:rPr>
        <w:t>Sídlo:</w:t>
      </w:r>
      <w:r w:rsidRPr="000D28AB">
        <w:rPr>
          <w:color w:val="000000" w:themeColor="text1"/>
        </w:rPr>
        <w:tab/>
      </w:r>
      <w:r w:rsidRPr="000D28AB">
        <w:rPr>
          <w:color w:val="000000" w:themeColor="text1"/>
        </w:rPr>
        <w:tab/>
        <w:t>Havlíčkova 1223/17, 697 01 Kyjov</w:t>
      </w:r>
    </w:p>
    <w:p w14:paraId="6314C170" w14:textId="174CECC6" w:rsidR="00C97200" w:rsidRPr="002A5395" w:rsidRDefault="00C97200" w:rsidP="00AB56EE">
      <w:pPr>
        <w:pStyle w:val="Nadpis2"/>
        <w:widowControl w:val="0"/>
        <w:spacing w:before="480" w:line="276" w:lineRule="auto"/>
        <w:rPr>
          <w:color w:val="auto"/>
        </w:rPr>
      </w:pPr>
      <w:bookmarkStart w:id="37" w:name="_Toc103259568"/>
      <w:r w:rsidRPr="002A5395">
        <w:rPr>
          <w:rFonts w:ascii="Arial Narrow" w:hAnsi="Arial Narrow" w:cs="Times New Roman"/>
          <w:b/>
          <w:bCs w:val="0"/>
          <w:iCs w:val="0"/>
          <w:smallCaps/>
          <w:color w:val="auto"/>
          <w:kern w:val="0"/>
          <w:sz w:val="30"/>
          <w:szCs w:val="20"/>
        </w:rPr>
        <w:t>A.1.3 Údaje o zpracovateli projektové dokumentace</w:t>
      </w:r>
      <w:bookmarkEnd w:id="33"/>
      <w:bookmarkEnd w:id="34"/>
      <w:bookmarkEnd w:id="35"/>
      <w:bookmarkEnd w:id="36"/>
      <w:bookmarkEnd w:id="37"/>
    </w:p>
    <w:p w14:paraId="2E4DC1C7" w14:textId="77777777" w:rsidR="00C97200" w:rsidRPr="002A5395" w:rsidRDefault="00C97200" w:rsidP="00FD048C">
      <w:pPr>
        <w:pStyle w:val="Nadpis3"/>
      </w:pPr>
      <w:bookmarkStart w:id="38" w:name="_Toc16680165"/>
      <w:bookmarkStart w:id="39" w:name="_Toc47978301"/>
      <w:bookmarkStart w:id="40" w:name="_Toc103259569"/>
      <w:bookmarkEnd w:id="28"/>
      <w:r w:rsidRPr="002A5395">
        <w:t>a) jméno, příjmení, obchodní firma, IČ, bylo-li přiděleno, místo podnikání (fyzická osoba podnikající) nebo obchodní firma nebo název, IČ, bylo-li přiděleno, adresa sídla (právnická osoba)</w:t>
      </w:r>
      <w:bookmarkEnd w:id="38"/>
      <w:bookmarkEnd w:id="39"/>
      <w:bookmarkEnd w:id="40"/>
    </w:p>
    <w:p w14:paraId="343143E3" w14:textId="3F2F01F0" w:rsidR="003C1E92" w:rsidRPr="002A5395" w:rsidRDefault="003C1E92" w:rsidP="003C1E92">
      <w:pPr>
        <w:pStyle w:val="Zkladntext"/>
        <w:spacing w:line="276" w:lineRule="auto"/>
      </w:pPr>
      <w:bookmarkStart w:id="41" w:name="_Toc16680166"/>
      <w:bookmarkStart w:id="42" w:name="_Toc47978302"/>
      <w:proofErr w:type="spellStart"/>
      <w:r w:rsidRPr="002A5395">
        <w:t>Quality</w:t>
      </w:r>
      <w:proofErr w:type="spellEnd"/>
      <w:r w:rsidRPr="002A5395">
        <w:t xml:space="preserve"> Group s.r.o., IČ: 08879737, Příkop 843/4, 60 200 Brno</w:t>
      </w:r>
    </w:p>
    <w:p w14:paraId="0FB279E4" w14:textId="74E8404F" w:rsidR="00C97200" w:rsidRPr="002A5395" w:rsidRDefault="00C97200" w:rsidP="00FD048C">
      <w:pPr>
        <w:pStyle w:val="Nadpis3"/>
      </w:pPr>
      <w:bookmarkStart w:id="43" w:name="_Toc103259570"/>
      <w:r w:rsidRPr="002A5395">
        <w:t>b) jméno a příjmení hlavního projektanta včetně čísla, pod kterým je zapsán v</w:t>
      </w:r>
      <w:r w:rsidR="009E5B75" w:rsidRPr="002A5395">
        <w:t> </w:t>
      </w:r>
      <w:r w:rsidRPr="002A5395">
        <w:t>evidenci autorizovaných osob vedené Českou komorou architektů nebo Českou komorou autorizovaných inženýrů a techniků činných ve výstavbě, s</w:t>
      </w:r>
      <w:r w:rsidR="009E5B75" w:rsidRPr="002A5395">
        <w:t> </w:t>
      </w:r>
      <w:r w:rsidRPr="002A5395">
        <w:t>vyznačeným oborem, popřípadě specializací jeho autorizace</w:t>
      </w:r>
      <w:bookmarkEnd w:id="41"/>
      <w:bookmarkEnd w:id="42"/>
      <w:bookmarkEnd w:id="43"/>
    </w:p>
    <w:p w14:paraId="0C6F41E4" w14:textId="22A6C27F" w:rsidR="003E3E26" w:rsidRPr="002A5395" w:rsidRDefault="00C97200" w:rsidP="00C97200">
      <w:pPr>
        <w:pStyle w:val="Zkladntext"/>
        <w:spacing w:line="276" w:lineRule="auto"/>
      </w:pPr>
      <w:r w:rsidRPr="002A5395">
        <w:t xml:space="preserve">Ing. Jiří </w:t>
      </w:r>
      <w:proofErr w:type="spellStart"/>
      <w:r w:rsidRPr="002A5395">
        <w:t>Šoltés</w:t>
      </w:r>
      <w:proofErr w:type="spellEnd"/>
      <w:r w:rsidRPr="002A5395">
        <w:t>, Zbýšovská 793, 665 01 Rosice, tel.: 736 105 226, e-mail: jiri.soltes@isoltes.com Autorizovaná osoba č. 1005723, Obor IP00</w:t>
      </w:r>
    </w:p>
    <w:p w14:paraId="4DA027F9" w14:textId="77777777" w:rsidR="00C97200" w:rsidRPr="002A5395" w:rsidRDefault="00C97200" w:rsidP="003E3E26">
      <w:pPr>
        <w:pStyle w:val="Nadpis2"/>
        <w:widowControl w:val="0"/>
        <w:spacing w:before="480" w:line="276" w:lineRule="auto"/>
        <w:rPr>
          <w:rFonts w:ascii="Arial Narrow" w:hAnsi="Arial Narrow" w:cs="Times New Roman"/>
          <w:b/>
          <w:bCs w:val="0"/>
          <w:iCs w:val="0"/>
          <w:smallCaps/>
          <w:color w:val="auto"/>
          <w:kern w:val="0"/>
          <w:sz w:val="30"/>
          <w:szCs w:val="20"/>
        </w:rPr>
      </w:pPr>
      <w:bookmarkStart w:id="44" w:name="_Toc387003802"/>
      <w:bookmarkStart w:id="45" w:name="_Toc16680167"/>
      <w:bookmarkStart w:id="46" w:name="_Toc47978129"/>
      <w:bookmarkStart w:id="47" w:name="_Toc47978304"/>
      <w:bookmarkStart w:id="48" w:name="_Toc103259572"/>
      <w:r w:rsidRPr="002A5395">
        <w:rPr>
          <w:rFonts w:ascii="Arial Narrow" w:hAnsi="Arial Narrow" w:cs="Times New Roman"/>
          <w:b/>
          <w:bCs w:val="0"/>
          <w:iCs w:val="0"/>
          <w:smallCaps/>
          <w:color w:val="auto"/>
          <w:kern w:val="0"/>
          <w:sz w:val="30"/>
          <w:szCs w:val="20"/>
        </w:rPr>
        <w:t xml:space="preserve">A.2 </w:t>
      </w:r>
      <w:bookmarkEnd w:id="44"/>
      <w:r w:rsidRPr="002A5395">
        <w:rPr>
          <w:rFonts w:ascii="Arial Narrow" w:hAnsi="Arial Narrow" w:cs="Times New Roman"/>
          <w:b/>
          <w:bCs w:val="0"/>
          <w:iCs w:val="0"/>
          <w:smallCaps/>
          <w:color w:val="auto"/>
          <w:kern w:val="0"/>
          <w:sz w:val="30"/>
          <w:szCs w:val="20"/>
        </w:rPr>
        <w:t>ČLENĚNÍ STAVBY NA OBJEKTY A TECHNICKÁ A TECHNOLOGICKÁ ZAŘÍZENÍ</w:t>
      </w:r>
      <w:bookmarkEnd w:id="45"/>
      <w:bookmarkEnd w:id="46"/>
      <w:bookmarkEnd w:id="47"/>
      <w:bookmarkEnd w:id="48"/>
    </w:p>
    <w:p w14:paraId="3A73A4B8" w14:textId="77777777" w:rsidR="003D28F3" w:rsidRPr="003D28F3" w:rsidRDefault="003D28F3" w:rsidP="00AE09C5">
      <w:pPr>
        <w:pStyle w:val="Zkladntext"/>
        <w:spacing w:line="276" w:lineRule="auto"/>
        <w:rPr>
          <w:color w:val="000000" w:themeColor="text1"/>
        </w:rPr>
      </w:pPr>
      <w:bookmarkStart w:id="49" w:name="_Hlk133326491"/>
      <w:r w:rsidRPr="003D28F3">
        <w:rPr>
          <w:color w:val="000000" w:themeColor="text1"/>
        </w:rPr>
        <w:t>Jedné se o bourání stávajících budov</w:t>
      </w:r>
    </w:p>
    <w:p w14:paraId="4BF897DF" w14:textId="780498A8" w:rsidR="003D28F3" w:rsidRPr="003D28F3" w:rsidRDefault="003D28F3" w:rsidP="00AE09C5">
      <w:pPr>
        <w:pStyle w:val="Zkladntext"/>
        <w:spacing w:line="276" w:lineRule="auto"/>
        <w:rPr>
          <w:color w:val="000000" w:themeColor="text1"/>
        </w:rPr>
      </w:pPr>
      <w:r w:rsidRPr="003D28F3">
        <w:rPr>
          <w:color w:val="000000" w:themeColor="text1"/>
        </w:rPr>
        <w:t xml:space="preserve">- </w:t>
      </w:r>
      <w:r w:rsidR="002F3183">
        <w:rPr>
          <w:color w:val="000000" w:themeColor="text1"/>
        </w:rPr>
        <w:t>SO</w:t>
      </w:r>
      <w:r w:rsidR="00CC524C">
        <w:rPr>
          <w:color w:val="000000" w:themeColor="text1"/>
        </w:rPr>
        <w:t xml:space="preserve">.107.01 </w:t>
      </w:r>
      <w:proofErr w:type="spellStart"/>
      <w:r w:rsidR="00CC524C">
        <w:rPr>
          <w:color w:val="000000" w:themeColor="text1"/>
        </w:rPr>
        <w:t>Elektrodílna</w:t>
      </w:r>
      <w:proofErr w:type="spellEnd"/>
    </w:p>
    <w:p w14:paraId="03DEAC41" w14:textId="34D41E25" w:rsidR="003D28F3" w:rsidRPr="003D28F3" w:rsidRDefault="003D28F3" w:rsidP="00AE09C5">
      <w:pPr>
        <w:pStyle w:val="Zkladntext"/>
        <w:spacing w:line="276" w:lineRule="auto"/>
        <w:rPr>
          <w:color w:val="000000" w:themeColor="text1"/>
        </w:rPr>
      </w:pPr>
      <w:r w:rsidRPr="003D28F3">
        <w:rPr>
          <w:color w:val="000000" w:themeColor="text1"/>
        </w:rPr>
        <w:t>-</w:t>
      </w:r>
      <w:r w:rsidR="002F3183">
        <w:rPr>
          <w:color w:val="000000" w:themeColor="text1"/>
        </w:rPr>
        <w:t>SO</w:t>
      </w:r>
      <w:r w:rsidR="00CC524C">
        <w:rPr>
          <w:color w:val="000000" w:themeColor="text1"/>
        </w:rPr>
        <w:t>.107.02 Kompresorovna</w:t>
      </w:r>
    </w:p>
    <w:p w14:paraId="145889A2" w14:textId="1CCF43AA" w:rsidR="003D28F3" w:rsidRPr="003D28F3" w:rsidRDefault="003D28F3" w:rsidP="00AE09C5">
      <w:pPr>
        <w:pStyle w:val="Zkladntext"/>
        <w:spacing w:line="276" w:lineRule="auto"/>
        <w:rPr>
          <w:color w:val="000000" w:themeColor="text1"/>
        </w:rPr>
      </w:pPr>
      <w:r w:rsidRPr="003D28F3">
        <w:rPr>
          <w:color w:val="000000" w:themeColor="text1"/>
        </w:rPr>
        <w:t xml:space="preserve">- </w:t>
      </w:r>
      <w:r w:rsidR="002F3183">
        <w:rPr>
          <w:color w:val="000000" w:themeColor="text1"/>
        </w:rPr>
        <w:t>SO</w:t>
      </w:r>
      <w:r w:rsidR="00CC524C">
        <w:rPr>
          <w:color w:val="000000" w:themeColor="text1"/>
        </w:rPr>
        <w:t>.107.03 Garáže</w:t>
      </w:r>
    </w:p>
    <w:p w14:paraId="059A6ED0" w14:textId="51852746" w:rsidR="00CC524C" w:rsidRDefault="003D28F3" w:rsidP="00AE09C5">
      <w:pPr>
        <w:pStyle w:val="Zkladntext"/>
        <w:spacing w:line="276" w:lineRule="auto"/>
        <w:rPr>
          <w:color w:val="000000" w:themeColor="text1"/>
        </w:rPr>
      </w:pPr>
      <w:r w:rsidRPr="003D28F3">
        <w:rPr>
          <w:color w:val="000000" w:themeColor="text1"/>
        </w:rPr>
        <w:t xml:space="preserve">- </w:t>
      </w:r>
      <w:r w:rsidR="002F3183">
        <w:rPr>
          <w:color w:val="000000" w:themeColor="text1"/>
        </w:rPr>
        <w:t>SO</w:t>
      </w:r>
      <w:r w:rsidR="00CC524C">
        <w:rPr>
          <w:color w:val="000000" w:themeColor="text1"/>
        </w:rPr>
        <w:t>.107.04 Kůlna</w:t>
      </w:r>
    </w:p>
    <w:p w14:paraId="21C3A4C1" w14:textId="12059CD8" w:rsidR="00CC524C" w:rsidRDefault="00CC524C" w:rsidP="00AE09C5">
      <w:pPr>
        <w:pStyle w:val="Zkladntext"/>
        <w:spacing w:line="276" w:lineRule="auto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2F3183">
        <w:rPr>
          <w:color w:val="000000" w:themeColor="text1"/>
        </w:rPr>
        <w:t>SO</w:t>
      </w:r>
      <w:r>
        <w:rPr>
          <w:color w:val="000000" w:themeColor="text1"/>
        </w:rPr>
        <w:t>.107.05 Přístřešek</w:t>
      </w:r>
    </w:p>
    <w:p w14:paraId="54D9D1CD" w14:textId="0D5451D2" w:rsidR="00CC524C" w:rsidRDefault="00CC524C" w:rsidP="00AE09C5">
      <w:pPr>
        <w:pStyle w:val="Zkladntext"/>
        <w:spacing w:line="276" w:lineRule="auto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2F3183">
        <w:rPr>
          <w:color w:val="000000" w:themeColor="text1"/>
        </w:rPr>
        <w:t>SO</w:t>
      </w:r>
      <w:r>
        <w:rPr>
          <w:color w:val="000000" w:themeColor="text1"/>
        </w:rPr>
        <w:t>.107.06 Zděný objekt</w:t>
      </w:r>
    </w:p>
    <w:p w14:paraId="79E5EE54" w14:textId="55B6D697" w:rsidR="00C97200" w:rsidRPr="002A5395" w:rsidRDefault="00C97200" w:rsidP="003E3E26">
      <w:pPr>
        <w:pStyle w:val="Nadpis2"/>
        <w:widowControl w:val="0"/>
        <w:spacing w:before="480" w:line="276" w:lineRule="auto"/>
        <w:rPr>
          <w:rFonts w:ascii="Arial Narrow" w:hAnsi="Arial Narrow" w:cs="Times New Roman"/>
          <w:b/>
          <w:bCs w:val="0"/>
          <w:iCs w:val="0"/>
          <w:smallCaps/>
          <w:color w:val="auto"/>
          <w:kern w:val="0"/>
          <w:sz w:val="30"/>
          <w:szCs w:val="20"/>
        </w:rPr>
      </w:pPr>
      <w:bookmarkStart w:id="50" w:name="_Toc387003803"/>
      <w:bookmarkStart w:id="51" w:name="_Toc16680168"/>
      <w:bookmarkStart w:id="52" w:name="_Toc47978130"/>
      <w:bookmarkStart w:id="53" w:name="_Toc47978305"/>
      <w:bookmarkStart w:id="54" w:name="_Toc103259573"/>
      <w:bookmarkEnd w:id="49"/>
      <w:r w:rsidRPr="002A5395">
        <w:rPr>
          <w:rFonts w:ascii="Arial Narrow" w:hAnsi="Arial Narrow" w:cs="Times New Roman"/>
          <w:b/>
          <w:bCs w:val="0"/>
          <w:iCs w:val="0"/>
          <w:smallCaps/>
          <w:color w:val="auto"/>
          <w:kern w:val="0"/>
          <w:sz w:val="30"/>
          <w:szCs w:val="20"/>
        </w:rPr>
        <w:t xml:space="preserve">A.3 </w:t>
      </w:r>
      <w:bookmarkEnd w:id="50"/>
      <w:r w:rsidRPr="002A5395">
        <w:rPr>
          <w:rFonts w:ascii="Arial Narrow" w:hAnsi="Arial Narrow" w:cs="Times New Roman"/>
          <w:b/>
          <w:bCs w:val="0"/>
          <w:iCs w:val="0"/>
          <w:smallCaps/>
          <w:color w:val="auto"/>
          <w:kern w:val="0"/>
          <w:sz w:val="30"/>
          <w:szCs w:val="20"/>
        </w:rPr>
        <w:t>SEZNAM VSTUPNÍCH PODKLADŮ</w:t>
      </w:r>
      <w:bookmarkEnd w:id="51"/>
      <w:bookmarkEnd w:id="52"/>
      <w:bookmarkEnd w:id="53"/>
      <w:bookmarkEnd w:id="54"/>
      <w:r w:rsidRPr="002A5395">
        <w:rPr>
          <w:rFonts w:ascii="Arial Narrow" w:hAnsi="Arial Narrow" w:cs="Times New Roman"/>
          <w:b/>
          <w:bCs w:val="0"/>
          <w:iCs w:val="0"/>
          <w:smallCaps/>
          <w:color w:val="auto"/>
          <w:kern w:val="0"/>
          <w:sz w:val="30"/>
          <w:szCs w:val="20"/>
        </w:rPr>
        <w:t xml:space="preserve"> </w:t>
      </w:r>
    </w:p>
    <w:p w14:paraId="4DAAB67D" w14:textId="77777777" w:rsidR="00CC524C" w:rsidRDefault="00CC524C" w:rsidP="00CC524C">
      <w:pPr>
        <w:pStyle w:val="Zkladntext"/>
        <w:numPr>
          <w:ilvl w:val="0"/>
          <w:numId w:val="43"/>
        </w:numPr>
        <w:spacing w:line="276" w:lineRule="auto"/>
        <w:rPr>
          <w:color w:val="000000" w:themeColor="text1"/>
        </w:rPr>
      </w:pPr>
      <w:r w:rsidRPr="00CC524C">
        <w:rPr>
          <w:color w:val="000000" w:themeColor="text1"/>
        </w:rPr>
        <w:t>Zadání investora</w:t>
      </w:r>
    </w:p>
    <w:p w14:paraId="363204C6" w14:textId="7DD8EB5D" w:rsidR="00CC524C" w:rsidRDefault="009E5B75" w:rsidP="00CC524C">
      <w:pPr>
        <w:pStyle w:val="Zkladntext"/>
        <w:numPr>
          <w:ilvl w:val="0"/>
          <w:numId w:val="43"/>
        </w:numPr>
        <w:spacing w:line="276" w:lineRule="auto"/>
        <w:rPr>
          <w:color w:val="000000" w:themeColor="text1"/>
        </w:rPr>
      </w:pPr>
      <w:r w:rsidRPr="00CC524C">
        <w:rPr>
          <w:color w:val="000000" w:themeColor="text1"/>
        </w:rPr>
        <w:t xml:space="preserve">Geodetické zaměření </w:t>
      </w:r>
      <w:r w:rsidR="00CC524C">
        <w:rPr>
          <w:color w:val="000000" w:themeColor="text1"/>
        </w:rPr>
        <w:t xml:space="preserve">– polohopis a výškopis areálu SOU Automobilové vypracované </w:t>
      </w:r>
      <w:proofErr w:type="spellStart"/>
      <w:r w:rsidR="00CC524C">
        <w:rPr>
          <w:color w:val="000000" w:themeColor="text1"/>
        </w:rPr>
        <w:t>ing</w:t>
      </w:r>
      <w:proofErr w:type="spellEnd"/>
      <w:r w:rsidR="00CC524C">
        <w:rPr>
          <w:color w:val="000000" w:themeColor="text1"/>
        </w:rPr>
        <w:t xml:space="preserve">, Daniele Karlem v lednu 2023. </w:t>
      </w:r>
    </w:p>
    <w:p w14:paraId="78BF7943" w14:textId="399126FE" w:rsidR="00A80AED" w:rsidRPr="00CC524C" w:rsidRDefault="009255D6" w:rsidP="009255D6">
      <w:pPr>
        <w:pStyle w:val="Zkladntext"/>
        <w:numPr>
          <w:ilvl w:val="0"/>
          <w:numId w:val="43"/>
        </w:numPr>
        <w:spacing w:line="276" w:lineRule="auto"/>
        <w:rPr>
          <w:color w:val="000000" w:themeColor="text1"/>
        </w:rPr>
      </w:pPr>
      <w:r w:rsidRPr="00CC524C">
        <w:rPr>
          <w:color w:val="000000" w:themeColor="text1"/>
        </w:rPr>
        <w:lastRenderedPageBreak/>
        <w:t>Jednání na místě za účasti investora a projektanta vedená za účelem upřesnění zadání</w:t>
      </w:r>
      <w:r w:rsidR="00294AE5" w:rsidRPr="00CC524C">
        <w:rPr>
          <w:color w:val="000000" w:themeColor="text1"/>
        </w:rPr>
        <w:t>.</w:t>
      </w:r>
      <w:r w:rsidRPr="00CC524C">
        <w:rPr>
          <w:color w:val="000000" w:themeColor="text1"/>
        </w:rPr>
        <w:t xml:space="preserve"> </w:t>
      </w:r>
    </w:p>
    <w:p w14:paraId="606A10B3" w14:textId="51B07ECA" w:rsidR="00FB48EC" w:rsidRPr="00CC524C" w:rsidRDefault="00FB48EC" w:rsidP="009255D6">
      <w:pPr>
        <w:pStyle w:val="Zkladntext"/>
        <w:numPr>
          <w:ilvl w:val="0"/>
          <w:numId w:val="43"/>
        </w:numPr>
        <w:spacing w:line="276" w:lineRule="auto"/>
        <w:rPr>
          <w:color w:val="000000" w:themeColor="text1"/>
        </w:rPr>
      </w:pPr>
      <w:r w:rsidRPr="00CC524C">
        <w:rPr>
          <w:color w:val="000000" w:themeColor="text1"/>
        </w:rPr>
        <w:t>Fotodokumentace provedená na místě</w:t>
      </w:r>
    </w:p>
    <w:p w14:paraId="7AFCE990" w14:textId="49DDA97F" w:rsidR="00294AE5" w:rsidRPr="00CC524C" w:rsidRDefault="00294AE5" w:rsidP="009255D6">
      <w:pPr>
        <w:pStyle w:val="Zkladntext"/>
        <w:numPr>
          <w:ilvl w:val="0"/>
          <w:numId w:val="43"/>
        </w:numPr>
        <w:spacing w:line="276" w:lineRule="auto"/>
        <w:rPr>
          <w:color w:val="000000" w:themeColor="text1"/>
        </w:rPr>
      </w:pPr>
      <w:r w:rsidRPr="00CC524C">
        <w:rPr>
          <w:color w:val="000000" w:themeColor="text1"/>
        </w:rPr>
        <w:t>Doměření stávajících konstrukcí.</w:t>
      </w:r>
    </w:p>
    <w:p w14:paraId="42F1CF74" w14:textId="77777777" w:rsidR="00294AE5" w:rsidRPr="002A5395" w:rsidRDefault="00294AE5" w:rsidP="00294AE5">
      <w:pPr>
        <w:pStyle w:val="Zkladntext"/>
        <w:spacing w:line="276" w:lineRule="auto"/>
      </w:pPr>
    </w:p>
    <w:sectPr w:rsidR="00294AE5" w:rsidRPr="002A5395" w:rsidSect="00C90DE5">
      <w:headerReference w:type="default" r:id="rId8"/>
      <w:footerReference w:type="default" r:id="rId9"/>
      <w:footerReference w:type="first" r:id="rId10"/>
      <w:pgSz w:w="11907" w:h="16839"/>
      <w:pgMar w:top="1417" w:right="1417" w:bottom="1701" w:left="1417" w:header="57" w:footer="0" w:gutter="0"/>
      <w:pgNumType w:start="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CC5EE" w14:textId="77777777" w:rsidR="009535A3" w:rsidRDefault="009535A3">
      <w:r>
        <w:separator/>
      </w:r>
    </w:p>
  </w:endnote>
  <w:endnote w:type="continuationSeparator" w:id="0">
    <w:p w14:paraId="6F8FCD42" w14:textId="77777777" w:rsidR="009535A3" w:rsidRDefault="00953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charset w:val="EE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3C5A2" w14:textId="5132A0D6" w:rsidR="004E1EAB" w:rsidRPr="00F06E5A" w:rsidRDefault="00705A53" w:rsidP="00DE1042">
    <w:pPr>
      <w:pStyle w:val="Adresa"/>
      <w:tabs>
        <w:tab w:val="left" w:pos="2430"/>
        <w:tab w:val="center" w:pos="5032"/>
      </w:tabs>
      <w:rPr>
        <w:b/>
        <w:lang w:val="de-DE"/>
      </w:rPr>
    </w:pPr>
    <w:r>
      <w:rPr>
        <w:noProof/>
        <w:lang w:val="cs-CZ" w:eastAsia="cs-CZ" w:bidi="ar-SA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62AB35A" wp14:editId="7AD4CFBE">
              <wp:simplePos x="0" y="0"/>
              <wp:positionH relativeFrom="column">
                <wp:posOffset>-3175</wp:posOffset>
              </wp:positionH>
              <wp:positionV relativeFrom="paragraph">
                <wp:posOffset>90170</wp:posOffset>
              </wp:positionV>
              <wp:extent cx="5757545" cy="0"/>
              <wp:effectExtent l="25400" t="23495" r="27305" b="24130"/>
              <wp:wrapNone/>
              <wp:docPr id="5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BC4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" o:spid="_x0000_s1026" type="#_x0000_t32" style="position:absolute;margin-left:-.25pt;margin-top:7.1pt;width:453.3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" strokecolor="#7f7f7f [1612]" strokeweight="3pt">
              <v:shadow color="#7f7f7f [1601]" opacity=".5" offset="1pt"/>
            </v:shape>
          </w:pict>
        </mc:Fallback>
      </mc:AlternateContent>
    </w:r>
    <w:r>
      <w:rPr>
        <w:noProof/>
        <w:lang w:val="cs-CZ" w:eastAsia="cs-CZ" w:bidi="ar-SA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040A64B4" wp14:editId="7B18F2A9">
              <wp:simplePos x="0" y="0"/>
              <wp:positionH relativeFrom="column">
                <wp:posOffset>-1466850</wp:posOffset>
              </wp:positionH>
              <wp:positionV relativeFrom="paragraph">
                <wp:posOffset>-20320</wp:posOffset>
              </wp:positionV>
              <wp:extent cx="8575040" cy="1152525"/>
              <wp:effectExtent l="0" t="0" r="0" b="1270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575040" cy="1152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BF7FF">
                                <a:alpha val="70000"/>
                              </a:srgb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814BF3" id="Rectangle 6" o:spid="_x0000_s1026" style="position:absolute;margin-left:-115.5pt;margin-top:-1.6pt;width:675.2pt;height:90.7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" filled="f" fillcolor="#ebf7ff" stroked="f">
              <v:fill opacity="46003f"/>
            </v:rect>
          </w:pict>
        </mc:Fallback>
      </mc:AlternateContent>
    </w:r>
  </w:p>
  <w:p w14:paraId="1DB1B836" w14:textId="5A2DCEDE" w:rsidR="004E1EAB" w:rsidRPr="00F06E5A" w:rsidRDefault="004E1EAB" w:rsidP="00C40DA5">
    <w:pPr>
      <w:pStyle w:val="Adresa"/>
      <w:rPr>
        <w:b/>
        <w:lang w:val="de-DE"/>
      </w:rPr>
    </w:pPr>
  </w:p>
  <w:p w14:paraId="45F4B9B9" w14:textId="1494149A" w:rsidR="004E1EAB" w:rsidRPr="00F06E5A" w:rsidRDefault="001D3C68" w:rsidP="00C40DA5">
    <w:pPr>
      <w:pStyle w:val="Adresa"/>
      <w:rPr>
        <w:b/>
        <w:lang w:val="de-DE"/>
      </w:rPr>
    </w:pPr>
    <w:r>
      <w:rPr>
        <w:b/>
        <w:noProof/>
        <w:lang w:val="cs-CZ" w:eastAsia="cs-CZ" w:bidi="ar-SA"/>
      </w:rPr>
      <w:drawing>
        <wp:anchor distT="0" distB="0" distL="114300" distR="114300" simplePos="0" relativeHeight="251658240" behindDoc="0" locked="0" layoutInCell="1" allowOverlap="0" wp14:anchorId="1DC60F1B" wp14:editId="184646FF">
          <wp:simplePos x="0" y="0"/>
          <wp:positionH relativeFrom="column">
            <wp:posOffset>28575</wp:posOffset>
          </wp:positionH>
          <wp:positionV relativeFrom="paragraph">
            <wp:posOffset>82550</wp:posOffset>
          </wp:positionV>
          <wp:extent cx="1183640" cy="395605"/>
          <wp:effectExtent l="0" t="0" r="0" b="0"/>
          <wp:wrapSquare wrapText="bothSides"/>
          <wp:docPr id="6" name="obrázek 14" descr="C:\Users\redma_000\AppData\Local\Microsoft\Windows\INetCache\Content.Word\shopea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redma_000\AppData\Local\Microsoft\Windows\INetCache\Content.Word\shopea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8364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5A53">
      <w:rPr>
        <w:noProof/>
        <w:lang w:val="cs-CZ" w:eastAsia="cs-CZ" w:bidi="ar-SA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8D3B868" wp14:editId="55ED8855">
              <wp:simplePos x="0" y="0"/>
              <wp:positionH relativeFrom="column">
                <wp:posOffset>2633980</wp:posOffset>
              </wp:positionH>
              <wp:positionV relativeFrom="paragraph">
                <wp:posOffset>35560</wp:posOffset>
              </wp:positionV>
              <wp:extent cx="3215005" cy="582295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5005" cy="582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1772C1" w14:textId="77777777" w:rsidR="006B0C74" w:rsidRPr="00DB544D" w:rsidRDefault="006B0C74" w:rsidP="00907AC7">
                          <w:pPr>
                            <w:spacing w:after="120" w:line="240" w:lineRule="auto"/>
                            <w:jc w:val="right"/>
                          </w:pPr>
                          <w:proofErr w:type="spellStart"/>
                          <w:r w:rsidRPr="00DB544D">
                            <w:t>Quality</w:t>
                          </w:r>
                          <w:proofErr w:type="spellEnd"/>
                          <w:r w:rsidRPr="00DB544D">
                            <w:t xml:space="preserve"> Group s.r.o.</w:t>
                          </w:r>
                          <w:r w:rsidR="00DB544D" w:rsidRPr="00DB544D">
                            <w:t xml:space="preserve">  </w:t>
                          </w:r>
                          <w:proofErr w:type="gramStart"/>
                          <w:r w:rsidR="00DB544D" w:rsidRPr="00DB544D">
                            <w:rPr>
                              <w:color w:val="BFBFBF" w:themeColor="background1" w:themeShade="BF"/>
                              <w:lang w:val="en-US"/>
                            </w:rPr>
                            <w:t>|</w:t>
                          </w:r>
                          <w:r w:rsidR="00DB544D" w:rsidRPr="00DB544D">
                            <w:t xml:space="preserve">  +</w:t>
                          </w:r>
                          <w:proofErr w:type="gramEnd"/>
                          <w:r w:rsidR="00DB544D" w:rsidRPr="00DB544D">
                            <w:t>420 736 105 226</w:t>
                          </w:r>
                        </w:p>
                        <w:p w14:paraId="299A1B46" w14:textId="77777777" w:rsidR="004E1EAB" w:rsidRPr="00DB544D" w:rsidRDefault="00DB544D" w:rsidP="00907AC7">
                          <w:pPr>
                            <w:spacing w:after="120" w:line="240" w:lineRule="auto"/>
                            <w:jc w:val="right"/>
                          </w:pPr>
                          <w:proofErr w:type="gramStart"/>
                          <w:r w:rsidRPr="00DB544D">
                            <w:t xml:space="preserve">info@qualitygroup.cz  </w:t>
                          </w:r>
                          <w:r w:rsidRPr="00DB544D">
                            <w:rPr>
                              <w:color w:val="BFBFBF" w:themeColor="background1" w:themeShade="BF"/>
                              <w:lang w:val="en-US"/>
                            </w:rPr>
                            <w:t>|</w:t>
                          </w:r>
                          <w:proofErr w:type="gramEnd"/>
                          <w:r w:rsidR="004E1EAB" w:rsidRPr="00DB544D">
                            <w:t xml:space="preserve">  </w:t>
                          </w:r>
                          <w:r>
                            <w:t>www.qualitygroup.cz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D3B86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207.4pt;margin-top:2.8pt;width:253.15pt;height:45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" filled="f" stroked="f">
              <v:textbox>
                <w:txbxContent>
                  <w:p w14:paraId="071772C1" w14:textId="77777777" w:rsidR="006B0C74" w:rsidRPr="00DB544D" w:rsidRDefault="006B0C74" w:rsidP="00907AC7">
                    <w:pPr>
                      <w:spacing w:after="120" w:line="240" w:lineRule="auto"/>
                      <w:jc w:val="right"/>
                    </w:pPr>
                    <w:proofErr w:type="spellStart"/>
                    <w:r w:rsidRPr="00DB544D">
                      <w:t>Quality</w:t>
                    </w:r>
                    <w:proofErr w:type="spellEnd"/>
                    <w:r w:rsidRPr="00DB544D">
                      <w:t xml:space="preserve"> Group s.r.o.</w:t>
                    </w:r>
                    <w:r w:rsidR="00DB544D" w:rsidRPr="00DB544D">
                      <w:t xml:space="preserve">  </w:t>
                    </w:r>
                    <w:proofErr w:type="gramStart"/>
                    <w:r w:rsidR="00DB544D" w:rsidRPr="00DB544D">
                      <w:rPr>
                        <w:color w:val="BFBFBF" w:themeColor="background1" w:themeShade="BF"/>
                        <w:lang w:val="en-US"/>
                      </w:rPr>
                      <w:t>|</w:t>
                    </w:r>
                    <w:r w:rsidR="00DB544D" w:rsidRPr="00DB544D">
                      <w:t xml:space="preserve">  +</w:t>
                    </w:r>
                    <w:proofErr w:type="gramEnd"/>
                    <w:r w:rsidR="00DB544D" w:rsidRPr="00DB544D">
                      <w:t>420 736 105 226</w:t>
                    </w:r>
                  </w:p>
                  <w:p w14:paraId="299A1B46" w14:textId="77777777" w:rsidR="004E1EAB" w:rsidRPr="00DB544D" w:rsidRDefault="00DB544D" w:rsidP="00907AC7">
                    <w:pPr>
                      <w:spacing w:after="120" w:line="240" w:lineRule="auto"/>
                      <w:jc w:val="right"/>
                    </w:pPr>
                    <w:proofErr w:type="gramStart"/>
                    <w:r w:rsidRPr="00DB544D">
                      <w:t xml:space="preserve">info@qualitygroup.cz  </w:t>
                    </w:r>
                    <w:r w:rsidRPr="00DB544D">
                      <w:rPr>
                        <w:color w:val="BFBFBF" w:themeColor="background1" w:themeShade="BF"/>
                        <w:lang w:val="en-US"/>
                      </w:rPr>
                      <w:t>|</w:t>
                    </w:r>
                    <w:proofErr w:type="gramEnd"/>
                    <w:r w:rsidR="004E1EAB" w:rsidRPr="00DB544D">
                      <w:t xml:space="preserve">  </w:t>
                    </w:r>
                    <w:r>
                      <w:t>www.qualitygroup.cz</w:t>
                    </w:r>
                  </w:p>
                </w:txbxContent>
              </v:textbox>
            </v:shape>
          </w:pict>
        </mc:Fallback>
      </mc:AlternateContent>
    </w:r>
  </w:p>
  <w:p w14:paraId="5885BA55" w14:textId="77777777" w:rsidR="004E1EAB" w:rsidRDefault="004E1EAB" w:rsidP="00C40DA5">
    <w:pPr>
      <w:pStyle w:val="Adresa"/>
      <w:tabs>
        <w:tab w:val="left" w:pos="3540"/>
        <w:tab w:val="center" w:pos="5032"/>
      </w:tabs>
      <w:jc w:val="left"/>
      <w:rPr>
        <w:lang w:val="de-DE"/>
      </w:rPr>
    </w:pPr>
    <w:r>
      <w:rPr>
        <w:lang w:val="de-DE"/>
      </w:rPr>
      <w:tab/>
    </w:r>
    <w:r>
      <w:rPr>
        <w:lang w:val="de-DE"/>
      </w:rPr>
      <w:tab/>
    </w:r>
  </w:p>
  <w:p w14:paraId="1D4A3DB3" w14:textId="77777777" w:rsidR="004E1EAB" w:rsidRPr="00F1176C" w:rsidRDefault="004E1EAB" w:rsidP="00C40DA5">
    <w:pPr>
      <w:pStyle w:val="Adresa"/>
      <w:rPr>
        <w:lang w:val="de-DE"/>
      </w:rPr>
    </w:pPr>
  </w:p>
  <w:p w14:paraId="442DC84E" w14:textId="77777777" w:rsidR="004E1EAB" w:rsidRPr="00C40DA5" w:rsidRDefault="004E1EAB" w:rsidP="00C40DA5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7FF8" w14:textId="77777777" w:rsidR="004E1EAB" w:rsidRPr="00F06E5A" w:rsidRDefault="004E1EAB">
    <w:pPr>
      <w:pStyle w:val="Adresa"/>
      <w:rPr>
        <w:b/>
        <w:lang w:val="de-DE"/>
      </w:rPr>
    </w:pPr>
  </w:p>
  <w:p w14:paraId="532D243C" w14:textId="77777777" w:rsidR="004E1EAB" w:rsidRPr="00F06E5A" w:rsidRDefault="004E1EAB">
    <w:pPr>
      <w:pStyle w:val="Adresa"/>
      <w:rPr>
        <w:b/>
        <w:lang w:val="de-DE"/>
      </w:rPr>
    </w:pPr>
  </w:p>
  <w:p w14:paraId="05D3F528" w14:textId="77777777" w:rsidR="004E1EAB" w:rsidRPr="00F06E5A" w:rsidRDefault="004E1EAB">
    <w:pPr>
      <w:pStyle w:val="Adresa"/>
      <w:rPr>
        <w:b/>
        <w:lang w:val="de-DE"/>
      </w:rPr>
    </w:pPr>
  </w:p>
  <w:p w14:paraId="2F70AD77" w14:textId="77777777" w:rsidR="004E1EAB" w:rsidRDefault="004E1EAB" w:rsidP="00C40DA5">
    <w:pPr>
      <w:pStyle w:val="Adresa"/>
      <w:tabs>
        <w:tab w:val="left" w:pos="3540"/>
        <w:tab w:val="center" w:pos="5032"/>
      </w:tabs>
      <w:jc w:val="left"/>
      <w:rPr>
        <w:lang w:val="de-DE"/>
      </w:rPr>
    </w:pPr>
    <w:r>
      <w:rPr>
        <w:lang w:val="de-DE"/>
      </w:rPr>
      <w:tab/>
    </w:r>
    <w:r>
      <w:rPr>
        <w:lang w:val="de-DE"/>
      </w:rPr>
      <w:tab/>
    </w:r>
  </w:p>
  <w:p w14:paraId="10BB6EF9" w14:textId="77777777" w:rsidR="004E1EAB" w:rsidRPr="00F1176C" w:rsidRDefault="004E1EAB">
    <w:pPr>
      <w:pStyle w:val="Adresa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E8884" w14:textId="77777777" w:rsidR="009535A3" w:rsidRDefault="009535A3">
      <w:r>
        <w:separator/>
      </w:r>
    </w:p>
  </w:footnote>
  <w:footnote w:type="continuationSeparator" w:id="0">
    <w:p w14:paraId="7C937B61" w14:textId="77777777" w:rsidR="009535A3" w:rsidRDefault="00953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DEFCB" w14:textId="77777777" w:rsidR="00C90DE5" w:rsidRDefault="00C90DE5" w:rsidP="00C90DE5">
    <w:pPr>
      <w:pStyle w:val="Zhlav"/>
      <w:jc w:val="right"/>
      <w:rPr>
        <w:color w:val="7F7F7F" w:themeColor="background1" w:themeShade="7F"/>
        <w:spacing w:val="60"/>
      </w:rPr>
    </w:pPr>
  </w:p>
  <w:p w14:paraId="7B6209CA" w14:textId="31AEE542" w:rsidR="00C90DE5" w:rsidRDefault="00C90DE5" w:rsidP="00C90DE5">
    <w:pPr>
      <w:pStyle w:val="Zhlav"/>
      <w:jc w:val="right"/>
    </w:pPr>
    <w:r>
      <w:rPr>
        <w:color w:val="7F7F7F" w:themeColor="background1" w:themeShade="7F"/>
        <w:spacing w:val="60"/>
      </w:rPr>
      <w:t>Stránka</w:t>
    </w:r>
    <w:r>
      <w:t xml:space="preserve"> | </w:t>
    </w:r>
    <w:r>
      <w:fldChar w:fldCharType="begin"/>
    </w:r>
    <w:r>
      <w:instrText>PAGE   \* MERGEFORMAT</w:instrText>
    </w:r>
    <w:r>
      <w:fldChar w:fldCharType="separate"/>
    </w:r>
    <w:r>
      <w:t>2</w:t>
    </w:r>
    <w:r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</w:rPr>
    </w:lvl>
  </w:abstractNum>
  <w:abstractNum w:abstractNumId="1" w15:restartNumberingAfterBreak="0">
    <w:nsid w:val="025D481D"/>
    <w:multiLevelType w:val="hybridMultilevel"/>
    <w:tmpl w:val="70CA6DC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B1882"/>
    <w:multiLevelType w:val="hybridMultilevel"/>
    <w:tmpl w:val="B30666B6"/>
    <w:lvl w:ilvl="0" w:tplc="04050003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" w15:restartNumberingAfterBreak="0">
    <w:nsid w:val="044918D1"/>
    <w:multiLevelType w:val="hybridMultilevel"/>
    <w:tmpl w:val="85962AEA"/>
    <w:lvl w:ilvl="0" w:tplc="04050003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4" w15:restartNumberingAfterBreak="0">
    <w:nsid w:val="0551128B"/>
    <w:multiLevelType w:val="hybridMultilevel"/>
    <w:tmpl w:val="FF40DAA0"/>
    <w:lvl w:ilvl="0" w:tplc="8012ACFE">
      <w:start w:val="1"/>
      <w:numFmt w:val="bullet"/>
      <w:lvlText w:val="-"/>
      <w:lvlJc w:val="left"/>
      <w:pPr>
        <w:ind w:left="1080" w:hanging="360"/>
      </w:pPr>
      <w:rPr>
        <w:rFonts w:ascii="Source Sans Pro" w:eastAsia="Times New Roman" w:hAnsi="Source Sans Pro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F72E3C"/>
    <w:multiLevelType w:val="hybridMultilevel"/>
    <w:tmpl w:val="E4CAB94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E725C8"/>
    <w:multiLevelType w:val="hybridMultilevel"/>
    <w:tmpl w:val="5A62CFE6"/>
    <w:lvl w:ilvl="0" w:tplc="C58AD028">
      <w:numFmt w:val="bullet"/>
      <w:pStyle w:val="Textsodrkami"/>
      <w:lvlText w:val="-"/>
      <w:lvlJc w:val="left"/>
      <w:pPr>
        <w:ind w:left="1494" w:hanging="360"/>
      </w:pPr>
      <w:rPr>
        <w:rFonts w:ascii="Calibri" w:hAnsi="Calibri" w:cs="Calibri"/>
        <w:sz w:val="22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0FA616D8"/>
    <w:multiLevelType w:val="hybridMultilevel"/>
    <w:tmpl w:val="264691F2"/>
    <w:lvl w:ilvl="0" w:tplc="04050003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8" w15:restartNumberingAfterBreak="0">
    <w:nsid w:val="110523F2"/>
    <w:multiLevelType w:val="hybridMultilevel"/>
    <w:tmpl w:val="2AC8A4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05633"/>
    <w:multiLevelType w:val="hybridMultilevel"/>
    <w:tmpl w:val="3B0CCBF4"/>
    <w:lvl w:ilvl="0" w:tplc="04050003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10" w15:restartNumberingAfterBreak="0">
    <w:nsid w:val="138058AE"/>
    <w:multiLevelType w:val="hybridMultilevel"/>
    <w:tmpl w:val="0BF88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2511E"/>
    <w:multiLevelType w:val="hybridMultilevel"/>
    <w:tmpl w:val="F4946430"/>
    <w:lvl w:ilvl="0" w:tplc="84D459BC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A3E7C"/>
    <w:multiLevelType w:val="hybridMultilevel"/>
    <w:tmpl w:val="BCD85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F3412B"/>
    <w:multiLevelType w:val="hybridMultilevel"/>
    <w:tmpl w:val="B71EA6AA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39842A4"/>
    <w:multiLevelType w:val="hybridMultilevel"/>
    <w:tmpl w:val="B5F4EDDC"/>
    <w:lvl w:ilvl="0" w:tplc="04050003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15" w15:restartNumberingAfterBreak="0">
    <w:nsid w:val="2E10663C"/>
    <w:multiLevelType w:val="hybridMultilevel"/>
    <w:tmpl w:val="DCE0155E"/>
    <w:lvl w:ilvl="0" w:tplc="51F496F6">
      <w:numFmt w:val="bullet"/>
      <w:lvlText w:val="-"/>
      <w:lvlJc w:val="left"/>
      <w:pPr>
        <w:ind w:left="720" w:hanging="360"/>
      </w:pPr>
      <w:rPr>
        <w:rFonts w:ascii="Calibri" w:eastAsia="Batang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4151FE"/>
    <w:multiLevelType w:val="hybridMultilevel"/>
    <w:tmpl w:val="F2F0A072"/>
    <w:lvl w:ilvl="0" w:tplc="04050003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17" w15:restartNumberingAfterBreak="0">
    <w:nsid w:val="368F4198"/>
    <w:multiLevelType w:val="hybridMultilevel"/>
    <w:tmpl w:val="68B202E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79166A"/>
    <w:multiLevelType w:val="hybridMultilevel"/>
    <w:tmpl w:val="2106676E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0E95998"/>
    <w:multiLevelType w:val="hybridMultilevel"/>
    <w:tmpl w:val="02084934"/>
    <w:lvl w:ilvl="0" w:tplc="7A1C0C6C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207AAD"/>
    <w:multiLevelType w:val="hybridMultilevel"/>
    <w:tmpl w:val="B5E81600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DD6F17"/>
    <w:multiLevelType w:val="hybridMultilevel"/>
    <w:tmpl w:val="2F44BB70"/>
    <w:lvl w:ilvl="0" w:tplc="00000001">
      <w:numFmt w:val="bullet"/>
      <w:lvlText w:val="-"/>
      <w:lvlJc w:val="left"/>
      <w:pPr>
        <w:ind w:left="720" w:hanging="360"/>
      </w:pPr>
      <w:rPr>
        <w:rFonts w:ascii="Calibri" w:hAnsi="Calibri" w:cs="Calibri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1744F"/>
    <w:multiLevelType w:val="hybridMultilevel"/>
    <w:tmpl w:val="B8E009A2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4B304087"/>
    <w:multiLevelType w:val="hybridMultilevel"/>
    <w:tmpl w:val="6D3E5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27A25"/>
    <w:multiLevelType w:val="hybridMultilevel"/>
    <w:tmpl w:val="B8E009A2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5F0F0BB7"/>
    <w:multiLevelType w:val="hybridMultilevel"/>
    <w:tmpl w:val="6EAE6FC4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0283531"/>
    <w:multiLevelType w:val="hybridMultilevel"/>
    <w:tmpl w:val="9C96C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17EA0"/>
    <w:multiLevelType w:val="hybridMultilevel"/>
    <w:tmpl w:val="908231D8"/>
    <w:lvl w:ilvl="0" w:tplc="D728AD90">
      <w:start w:val="1"/>
      <w:numFmt w:val="bullet"/>
      <w:pStyle w:val="Podnadpis"/>
      <w:lvlText w:val="»"/>
      <w:lvlJc w:val="left"/>
      <w:pPr>
        <w:ind w:left="720" w:hanging="360"/>
      </w:pPr>
      <w:rPr>
        <w:rFonts w:ascii="Cambria" w:hAnsi="Cambria" w:hint="default"/>
        <w:color w:val="00A3E6"/>
        <w:sz w:val="3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B50B7"/>
    <w:multiLevelType w:val="hybridMultilevel"/>
    <w:tmpl w:val="60121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1C2A4A"/>
    <w:multiLevelType w:val="hybridMultilevel"/>
    <w:tmpl w:val="4680FB5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617EB0"/>
    <w:multiLevelType w:val="hybridMultilevel"/>
    <w:tmpl w:val="E9C4A7FA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5622720"/>
    <w:multiLevelType w:val="hybridMultilevel"/>
    <w:tmpl w:val="3C0E6E0E"/>
    <w:lvl w:ilvl="0" w:tplc="04050003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2" w15:restartNumberingAfterBreak="0">
    <w:nsid w:val="6A686D9D"/>
    <w:multiLevelType w:val="hybridMultilevel"/>
    <w:tmpl w:val="8EEA2732"/>
    <w:lvl w:ilvl="0" w:tplc="6BCCD288">
      <w:start w:val="1"/>
      <w:numFmt w:val="decimal"/>
      <w:lvlText w:val="%1."/>
      <w:lvlJc w:val="left"/>
      <w:pPr>
        <w:ind w:left="17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7" w:hanging="360"/>
      </w:pPr>
    </w:lvl>
    <w:lvl w:ilvl="2" w:tplc="0405001B" w:tentative="1">
      <w:start w:val="1"/>
      <w:numFmt w:val="lowerRoman"/>
      <w:lvlText w:val="%3."/>
      <w:lvlJc w:val="right"/>
      <w:pPr>
        <w:ind w:left="2877" w:hanging="180"/>
      </w:pPr>
    </w:lvl>
    <w:lvl w:ilvl="3" w:tplc="0405000F" w:tentative="1">
      <w:start w:val="1"/>
      <w:numFmt w:val="decimal"/>
      <w:lvlText w:val="%4."/>
      <w:lvlJc w:val="left"/>
      <w:pPr>
        <w:ind w:left="3597" w:hanging="360"/>
      </w:pPr>
    </w:lvl>
    <w:lvl w:ilvl="4" w:tplc="04050019" w:tentative="1">
      <w:start w:val="1"/>
      <w:numFmt w:val="lowerLetter"/>
      <w:lvlText w:val="%5."/>
      <w:lvlJc w:val="left"/>
      <w:pPr>
        <w:ind w:left="4317" w:hanging="360"/>
      </w:pPr>
    </w:lvl>
    <w:lvl w:ilvl="5" w:tplc="0405001B" w:tentative="1">
      <w:start w:val="1"/>
      <w:numFmt w:val="lowerRoman"/>
      <w:lvlText w:val="%6."/>
      <w:lvlJc w:val="right"/>
      <w:pPr>
        <w:ind w:left="5037" w:hanging="180"/>
      </w:pPr>
    </w:lvl>
    <w:lvl w:ilvl="6" w:tplc="0405000F" w:tentative="1">
      <w:start w:val="1"/>
      <w:numFmt w:val="decimal"/>
      <w:lvlText w:val="%7."/>
      <w:lvlJc w:val="left"/>
      <w:pPr>
        <w:ind w:left="5757" w:hanging="360"/>
      </w:pPr>
    </w:lvl>
    <w:lvl w:ilvl="7" w:tplc="04050019" w:tentative="1">
      <w:start w:val="1"/>
      <w:numFmt w:val="lowerLetter"/>
      <w:lvlText w:val="%8."/>
      <w:lvlJc w:val="left"/>
      <w:pPr>
        <w:ind w:left="6477" w:hanging="360"/>
      </w:pPr>
    </w:lvl>
    <w:lvl w:ilvl="8" w:tplc="040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3" w15:restartNumberingAfterBreak="0">
    <w:nsid w:val="6AF34357"/>
    <w:multiLevelType w:val="hybridMultilevel"/>
    <w:tmpl w:val="338CFE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D178C6"/>
    <w:multiLevelType w:val="hybridMultilevel"/>
    <w:tmpl w:val="5AC6E968"/>
    <w:lvl w:ilvl="0" w:tplc="6BCCD28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43078E"/>
    <w:multiLevelType w:val="hybridMultilevel"/>
    <w:tmpl w:val="F08E036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18D72DD"/>
    <w:multiLevelType w:val="hybridMultilevel"/>
    <w:tmpl w:val="A9D4B35C"/>
    <w:lvl w:ilvl="0" w:tplc="6BCCD2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C7195D"/>
    <w:multiLevelType w:val="hybridMultilevel"/>
    <w:tmpl w:val="93467F18"/>
    <w:lvl w:ilvl="0" w:tplc="6BCCD288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8" w15:restartNumberingAfterBreak="0">
    <w:nsid w:val="7BDC6B8F"/>
    <w:multiLevelType w:val="hybridMultilevel"/>
    <w:tmpl w:val="587E6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FF24B6"/>
    <w:multiLevelType w:val="hybridMultilevel"/>
    <w:tmpl w:val="B7AA679E"/>
    <w:lvl w:ilvl="0" w:tplc="6BCCD28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C3FEE"/>
    <w:multiLevelType w:val="hybridMultilevel"/>
    <w:tmpl w:val="ADEE2EDC"/>
    <w:lvl w:ilvl="0" w:tplc="6BCCD288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41" w15:restartNumberingAfterBreak="0">
    <w:nsid w:val="7F386768"/>
    <w:multiLevelType w:val="hybridMultilevel"/>
    <w:tmpl w:val="FBBA9594"/>
    <w:lvl w:ilvl="0" w:tplc="6BCCD28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455518617">
    <w:abstractNumId w:val="27"/>
  </w:num>
  <w:num w:numId="2" w16cid:durableId="1623724504">
    <w:abstractNumId w:val="1"/>
  </w:num>
  <w:num w:numId="3" w16cid:durableId="588852262">
    <w:abstractNumId w:val="7"/>
  </w:num>
  <w:num w:numId="4" w16cid:durableId="1499879080">
    <w:abstractNumId w:val="2"/>
  </w:num>
  <w:num w:numId="5" w16cid:durableId="1343431014">
    <w:abstractNumId w:val="25"/>
  </w:num>
  <w:num w:numId="6" w16cid:durableId="1519156930">
    <w:abstractNumId w:val="20"/>
  </w:num>
  <w:num w:numId="7" w16cid:durableId="631592370">
    <w:abstractNumId w:val="30"/>
  </w:num>
  <w:num w:numId="8" w16cid:durableId="35618277">
    <w:abstractNumId w:val="36"/>
  </w:num>
  <w:num w:numId="9" w16cid:durableId="39284097">
    <w:abstractNumId w:val="5"/>
  </w:num>
  <w:num w:numId="10" w16cid:durableId="340132870">
    <w:abstractNumId w:val="29"/>
  </w:num>
  <w:num w:numId="11" w16cid:durableId="2002003779">
    <w:abstractNumId w:val="17"/>
  </w:num>
  <w:num w:numId="12" w16cid:durableId="660235118">
    <w:abstractNumId w:val="18"/>
  </w:num>
  <w:num w:numId="13" w16cid:durableId="823741360">
    <w:abstractNumId w:val="0"/>
  </w:num>
  <w:num w:numId="14" w16cid:durableId="701513430">
    <w:abstractNumId w:val="6"/>
  </w:num>
  <w:num w:numId="15" w16cid:durableId="304312621">
    <w:abstractNumId w:val="24"/>
  </w:num>
  <w:num w:numId="16" w16cid:durableId="290330150">
    <w:abstractNumId w:val="23"/>
  </w:num>
  <w:num w:numId="17" w16cid:durableId="254244701">
    <w:abstractNumId w:val="13"/>
  </w:num>
  <w:num w:numId="18" w16cid:durableId="1679037693">
    <w:abstractNumId w:val="22"/>
  </w:num>
  <w:num w:numId="19" w16cid:durableId="201479632">
    <w:abstractNumId w:val="41"/>
  </w:num>
  <w:num w:numId="20" w16cid:durableId="732965312">
    <w:abstractNumId w:val="32"/>
  </w:num>
  <w:num w:numId="21" w16cid:durableId="272788436">
    <w:abstractNumId w:val="11"/>
  </w:num>
  <w:num w:numId="22" w16cid:durableId="1646275889">
    <w:abstractNumId w:val="26"/>
  </w:num>
  <w:num w:numId="23" w16cid:durableId="1076975197">
    <w:abstractNumId w:val="21"/>
  </w:num>
  <w:num w:numId="24" w16cid:durableId="934677898">
    <w:abstractNumId w:val="3"/>
  </w:num>
  <w:num w:numId="25" w16cid:durableId="2088068494">
    <w:abstractNumId w:val="14"/>
  </w:num>
  <w:num w:numId="26" w16cid:durableId="536699135">
    <w:abstractNumId w:val="37"/>
  </w:num>
  <w:num w:numId="27" w16cid:durableId="1757631799">
    <w:abstractNumId w:val="9"/>
  </w:num>
  <w:num w:numId="28" w16cid:durableId="1896744740">
    <w:abstractNumId w:val="31"/>
  </w:num>
  <w:num w:numId="29" w16cid:durableId="1016883228">
    <w:abstractNumId w:val="40"/>
  </w:num>
  <w:num w:numId="30" w16cid:durableId="1193034295">
    <w:abstractNumId w:val="16"/>
  </w:num>
  <w:num w:numId="31" w16cid:durableId="1965193317">
    <w:abstractNumId w:val="15"/>
  </w:num>
  <w:num w:numId="32" w16cid:durableId="63375118">
    <w:abstractNumId w:val="34"/>
  </w:num>
  <w:num w:numId="33" w16cid:durableId="1807963176">
    <w:abstractNumId w:val="39"/>
  </w:num>
  <w:num w:numId="34" w16cid:durableId="303660439">
    <w:abstractNumId w:val="4"/>
  </w:num>
  <w:num w:numId="35" w16cid:durableId="603001863">
    <w:abstractNumId w:val="6"/>
  </w:num>
  <w:num w:numId="36" w16cid:durableId="210654398">
    <w:abstractNumId w:val="6"/>
  </w:num>
  <w:num w:numId="37" w16cid:durableId="1577518213">
    <w:abstractNumId w:val="19"/>
  </w:num>
  <w:num w:numId="38" w16cid:durableId="1043407357">
    <w:abstractNumId w:val="12"/>
  </w:num>
  <w:num w:numId="39" w16cid:durableId="2088768813">
    <w:abstractNumId w:val="10"/>
  </w:num>
  <w:num w:numId="40" w16cid:durableId="1283077162">
    <w:abstractNumId w:val="8"/>
  </w:num>
  <w:num w:numId="41" w16cid:durableId="2140686457">
    <w:abstractNumId w:val="38"/>
  </w:num>
  <w:num w:numId="42" w16cid:durableId="170801760">
    <w:abstractNumId w:val="28"/>
  </w:num>
  <w:num w:numId="43" w16cid:durableId="290285889">
    <w:abstractNumId w:val="33"/>
  </w:num>
  <w:num w:numId="44" w16cid:durableId="10881143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 fillcolor="#00a3e6" stroke="f">
      <v:fill color="#00a3e6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B0E"/>
    <w:rsid w:val="00000298"/>
    <w:rsid w:val="000057A7"/>
    <w:rsid w:val="0001096C"/>
    <w:rsid w:val="0001141E"/>
    <w:rsid w:val="00011BAC"/>
    <w:rsid w:val="00013A2D"/>
    <w:rsid w:val="0001430C"/>
    <w:rsid w:val="00015223"/>
    <w:rsid w:val="00017B56"/>
    <w:rsid w:val="000201F4"/>
    <w:rsid w:val="0002244B"/>
    <w:rsid w:val="000257DE"/>
    <w:rsid w:val="00026B4B"/>
    <w:rsid w:val="00036403"/>
    <w:rsid w:val="00037A62"/>
    <w:rsid w:val="000424F8"/>
    <w:rsid w:val="00042E64"/>
    <w:rsid w:val="00042F2A"/>
    <w:rsid w:val="0004402A"/>
    <w:rsid w:val="000451BE"/>
    <w:rsid w:val="00045434"/>
    <w:rsid w:val="00047C81"/>
    <w:rsid w:val="00047DE9"/>
    <w:rsid w:val="00050A42"/>
    <w:rsid w:val="00051E1C"/>
    <w:rsid w:val="000665B1"/>
    <w:rsid w:val="00066C65"/>
    <w:rsid w:val="00066D2E"/>
    <w:rsid w:val="000676D9"/>
    <w:rsid w:val="00071049"/>
    <w:rsid w:val="00073886"/>
    <w:rsid w:val="0008228F"/>
    <w:rsid w:val="000830F1"/>
    <w:rsid w:val="000840CE"/>
    <w:rsid w:val="000845A5"/>
    <w:rsid w:val="000862D8"/>
    <w:rsid w:val="0008646F"/>
    <w:rsid w:val="00091666"/>
    <w:rsid w:val="000A2FEB"/>
    <w:rsid w:val="000A542C"/>
    <w:rsid w:val="000A591C"/>
    <w:rsid w:val="000A6198"/>
    <w:rsid w:val="000A6891"/>
    <w:rsid w:val="000A7F05"/>
    <w:rsid w:val="000B6046"/>
    <w:rsid w:val="000B7B2F"/>
    <w:rsid w:val="000C062D"/>
    <w:rsid w:val="000C09B0"/>
    <w:rsid w:val="000C4EDA"/>
    <w:rsid w:val="000D28AB"/>
    <w:rsid w:val="000D4394"/>
    <w:rsid w:val="000D727A"/>
    <w:rsid w:val="000D73DD"/>
    <w:rsid w:val="000D783C"/>
    <w:rsid w:val="000E1227"/>
    <w:rsid w:val="000E3D68"/>
    <w:rsid w:val="000E7010"/>
    <w:rsid w:val="000F0B6E"/>
    <w:rsid w:val="000F74EA"/>
    <w:rsid w:val="000F77F7"/>
    <w:rsid w:val="00104F4E"/>
    <w:rsid w:val="001067A1"/>
    <w:rsid w:val="001126C4"/>
    <w:rsid w:val="00112CFA"/>
    <w:rsid w:val="00113D07"/>
    <w:rsid w:val="0011512C"/>
    <w:rsid w:val="0011622F"/>
    <w:rsid w:val="0011671A"/>
    <w:rsid w:val="0012188E"/>
    <w:rsid w:val="00127CEB"/>
    <w:rsid w:val="00127EDA"/>
    <w:rsid w:val="00130019"/>
    <w:rsid w:val="00131BBD"/>
    <w:rsid w:val="00131E98"/>
    <w:rsid w:val="00132215"/>
    <w:rsid w:val="00133248"/>
    <w:rsid w:val="001435BA"/>
    <w:rsid w:val="00164E48"/>
    <w:rsid w:val="00167652"/>
    <w:rsid w:val="0018288D"/>
    <w:rsid w:val="00186217"/>
    <w:rsid w:val="001903B5"/>
    <w:rsid w:val="001A0951"/>
    <w:rsid w:val="001A0E04"/>
    <w:rsid w:val="001A18CD"/>
    <w:rsid w:val="001A251D"/>
    <w:rsid w:val="001A2762"/>
    <w:rsid w:val="001A3E45"/>
    <w:rsid w:val="001A6E71"/>
    <w:rsid w:val="001B0866"/>
    <w:rsid w:val="001B2CD0"/>
    <w:rsid w:val="001B434D"/>
    <w:rsid w:val="001B5329"/>
    <w:rsid w:val="001B741D"/>
    <w:rsid w:val="001C0FF1"/>
    <w:rsid w:val="001C2ACA"/>
    <w:rsid w:val="001C45C9"/>
    <w:rsid w:val="001C518B"/>
    <w:rsid w:val="001C5821"/>
    <w:rsid w:val="001C654B"/>
    <w:rsid w:val="001C7B19"/>
    <w:rsid w:val="001D19E4"/>
    <w:rsid w:val="001D2B68"/>
    <w:rsid w:val="001D30C8"/>
    <w:rsid w:val="001D3687"/>
    <w:rsid w:val="001D3C68"/>
    <w:rsid w:val="001D6CC2"/>
    <w:rsid w:val="001E1FAB"/>
    <w:rsid w:val="001E351D"/>
    <w:rsid w:val="001E3F0D"/>
    <w:rsid w:val="001F21C9"/>
    <w:rsid w:val="001F5050"/>
    <w:rsid w:val="00201580"/>
    <w:rsid w:val="00201BC3"/>
    <w:rsid w:val="00202649"/>
    <w:rsid w:val="002029DD"/>
    <w:rsid w:val="00204285"/>
    <w:rsid w:val="00204591"/>
    <w:rsid w:val="00204FAA"/>
    <w:rsid w:val="00206208"/>
    <w:rsid w:val="0020752E"/>
    <w:rsid w:val="00212440"/>
    <w:rsid w:val="002124BD"/>
    <w:rsid w:val="00212C9C"/>
    <w:rsid w:val="00216100"/>
    <w:rsid w:val="00217B0E"/>
    <w:rsid w:val="00220826"/>
    <w:rsid w:val="002241C0"/>
    <w:rsid w:val="00224B45"/>
    <w:rsid w:val="00226DCD"/>
    <w:rsid w:val="0023090D"/>
    <w:rsid w:val="00234037"/>
    <w:rsid w:val="00234FC0"/>
    <w:rsid w:val="00240B6C"/>
    <w:rsid w:val="0024167D"/>
    <w:rsid w:val="002430E1"/>
    <w:rsid w:val="002455DB"/>
    <w:rsid w:val="002501F7"/>
    <w:rsid w:val="00251E83"/>
    <w:rsid w:val="002548FE"/>
    <w:rsid w:val="00257630"/>
    <w:rsid w:val="00265B2C"/>
    <w:rsid w:val="00267594"/>
    <w:rsid w:val="00270E66"/>
    <w:rsid w:val="00271DC1"/>
    <w:rsid w:val="00271F78"/>
    <w:rsid w:val="00273165"/>
    <w:rsid w:val="00274DA6"/>
    <w:rsid w:val="002846FC"/>
    <w:rsid w:val="00284D14"/>
    <w:rsid w:val="0028514B"/>
    <w:rsid w:val="0028584A"/>
    <w:rsid w:val="002904F1"/>
    <w:rsid w:val="002920FE"/>
    <w:rsid w:val="002930DA"/>
    <w:rsid w:val="00294154"/>
    <w:rsid w:val="00294AE5"/>
    <w:rsid w:val="002950C5"/>
    <w:rsid w:val="0029516F"/>
    <w:rsid w:val="002A0696"/>
    <w:rsid w:val="002A18A7"/>
    <w:rsid w:val="002A253A"/>
    <w:rsid w:val="002A5395"/>
    <w:rsid w:val="002B2AD0"/>
    <w:rsid w:val="002B3B55"/>
    <w:rsid w:val="002B4FEC"/>
    <w:rsid w:val="002C24EB"/>
    <w:rsid w:val="002C28F1"/>
    <w:rsid w:val="002C343F"/>
    <w:rsid w:val="002C407D"/>
    <w:rsid w:val="002C4F96"/>
    <w:rsid w:val="002D58C1"/>
    <w:rsid w:val="002D72EC"/>
    <w:rsid w:val="002D73C5"/>
    <w:rsid w:val="002E1472"/>
    <w:rsid w:val="002E2F31"/>
    <w:rsid w:val="002E341E"/>
    <w:rsid w:val="002E68E9"/>
    <w:rsid w:val="002E6F21"/>
    <w:rsid w:val="002F05BC"/>
    <w:rsid w:val="002F3183"/>
    <w:rsid w:val="00301890"/>
    <w:rsid w:val="00301B6E"/>
    <w:rsid w:val="00305D62"/>
    <w:rsid w:val="003070C6"/>
    <w:rsid w:val="00312788"/>
    <w:rsid w:val="003152C4"/>
    <w:rsid w:val="00315C59"/>
    <w:rsid w:val="00317CF7"/>
    <w:rsid w:val="00320F19"/>
    <w:rsid w:val="00325C0A"/>
    <w:rsid w:val="003266B4"/>
    <w:rsid w:val="00327214"/>
    <w:rsid w:val="00327D57"/>
    <w:rsid w:val="003306D8"/>
    <w:rsid w:val="0033576D"/>
    <w:rsid w:val="00336FB2"/>
    <w:rsid w:val="00356CFC"/>
    <w:rsid w:val="00360AAD"/>
    <w:rsid w:val="0036311C"/>
    <w:rsid w:val="003663CD"/>
    <w:rsid w:val="0036715A"/>
    <w:rsid w:val="003714C9"/>
    <w:rsid w:val="00371EB1"/>
    <w:rsid w:val="0037407B"/>
    <w:rsid w:val="00375050"/>
    <w:rsid w:val="003760D1"/>
    <w:rsid w:val="00377776"/>
    <w:rsid w:val="003816BF"/>
    <w:rsid w:val="00384CAD"/>
    <w:rsid w:val="00385243"/>
    <w:rsid w:val="00390195"/>
    <w:rsid w:val="003907CB"/>
    <w:rsid w:val="00391243"/>
    <w:rsid w:val="00391DEF"/>
    <w:rsid w:val="003933D3"/>
    <w:rsid w:val="00393648"/>
    <w:rsid w:val="00395BB8"/>
    <w:rsid w:val="003A37C8"/>
    <w:rsid w:val="003A3A8D"/>
    <w:rsid w:val="003A7221"/>
    <w:rsid w:val="003B1E27"/>
    <w:rsid w:val="003B3395"/>
    <w:rsid w:val="003B42A5"/>
    <w:rsid w:val="003B6ADA"/>
    <w:rsid w:val="003B6C6B"/>
    <w:rsid w:val="003B729E"/>
    <w:rsid w:val="003C0672"/>
    <w:rsid w:val="003C06E0"/>
    <w:rsid w:val="003C0D54"/>
    <w:rsid w:val="003C16E5"/>
    <w:rsid w:val="003C1720"/>
    <w:rsid w:val="003C1E92"/>
    <w:rsid w:val="003C6F0F"/>
    <w:rsid w:val="003C7378"/>
    <w:rsid w:val="003C78C4"/>
    <w:rsid w:val="003D00A5"/>
    <w:rsid w:val="003D28F3"/>
    <w:rsid w:val="003D3E4F"/>
    <w:rsid w:val="003D5C2F"/>
    <w:rsid w:val="003D7EE5"/>
    <w:rsid w:val="003E2229"/>
    <w:rsid w:val="003E351F"/>
    <w:rsid w:val="003E3848"/>
    <w:rsid w:val="003E38BD"/>
    <w:rsid w:val="003E3E26"/>
    <w:rsid w:val="003E4510"/>
    <w:rsid w:val="003E4EB7"/>
    <w:rsid w:val="003F24A0"/>
    <w:rsid w:val="003F42C3"/>
    <w:rsid w:val="003F5410"/>
    <w:rsid w:val="003F6891"/>
    <w:rsid w:val="0040266F"/>
    <w:rsid w:val="004029BA"/>
    <w:rsid w:val="00402A73"/>
    <w:rsid w:val="00402D45"/>
    <w:rsid w:val="00405F97"/>
    <w:rsid w:val="00406B35"/>
    <w:rsid w:val="0041049A"/>
    <w:rsid w:val="0041446A"/>
    <w:rsid w:val="00415510"/>
    <w:rsid w:val="004164F2"/>
    <w:rsid w:val="004239E8"/>
    <w:rsid w:val="00424400"/>
    <w:rsid w:val="004263DF"/>
    <w:rsid w:val="00427080"/>
    <w:rsid w:val="0043017D"/>
    <w:rsid w:val="0043449E"/>
    <w:rsid w:val="00437016"/>
    <w:rsid w:val="004373A7"/>
    <w:rsid w:val="00440F4B"/>
    <w:rsid w:val="00440F76"/>
    <w:rsid w:val="00440FC1"/>
    <w:rsid w:val="00442443"/>
    <w:rsid w:val="004517D6"/>
    <w:rsid w:val="00451B74"/>
    <w:rsid w:val="004539BF"/>
    <w:rsid w:val="0045460D"/>
    <w:rsid w:val="00454B8C"/>
    <w:rsid w:val="004564C3"/>
    <w:rsid w:val="0045699C"/>
    <w:rsid w:val="00460117"/>
    <w:rsid w:val="004619D0"/>
    <w:rsid w:val="00463B63"/>
    <w:rsid w:val="00463C1F"/>
    <w:rsid w:val="00467232"/>
    <w:rsid w:val="00467380"/>
    <w:rsid w:val="00467469"/>
    <w:rsid w:val="00472D2E"/>
    <w:rsid w:val="004738FB"/>
    <w:rsid w:val="00474FD1"/>
    <w:rsid w:val="0047530C"/>
    <w:rsid w:val="00475888"/>
    <w:rsid w:val="00477E7A"/>
    <w:rsid w:val="0048344A"/>
    <w:rsid w:val="00484302"/>
    <w:rsid w:val="004901B8"/>
    <w:rsid w:val="00492649"/>
    <w:rsid w:val="00493BD6"/>
    <w:rsid w:val="00497660"/>
    <w:rsid w:val="004A06AA"/>
    <w:rsid w:val="004B377F"/>
    <w:rsid w:val="004B5E79"/>
    <w:rsid w:val="004B7A73"/>
    <w:rsid w:val="004C2102"/>
    <w:rsid w:val="004C6B71"/>
    <w:rsid w:val="004C6E50"/>
    <w:rsid w:val="004C7742"/>
    <w:rsid w:val="004D1047"/>
    <w:rsid w:val="004D1276"/>
    <w:rsid w:val="004D471E"/>
    <w:rsid w:val="004D6940"/>
    <w:rsid w:val="004E0F18"/>
    <w:rsid w:val="004E192F"/>
    <w:rsid w:val="004E1EAB"/>
    <w:rsid w:val="004E5295"/>
    <w:rsid w:val="004E5CA2"/>
    <w:rsid w:val="004E5DF8"/>
    <w:rsid w:val="004E6182"/>
    <w:rsid w:val="004F001E"/>
    <w:rsid w:val="004F00F9"/>
    <w:rsid w:val="004F2F54"/>
    <w:rsid w:val="004F3607"/>
    <w:rsid w:val="004F5C9A"/>
    <w:rsid w:val="004F6AE5"/>
    <w:rsid w:val="00503F62"/>
    <w:rsid w:val="0050567F"/>
    <w:rsid w:val="00507655"/>
    <w:rsid w:val="00511754"/>
    <w:rsid w:val="00511E77"/>
    <w:rsid w:val="005134EB"/>
    <w:rsid w:val="00515F12"/>
    <w:rsid w:val="00523051"/>
    <w:rsid w:val="00523811"/>
    <w:rsid w:val="0053055A"/>
    <w:rsid w:val="00533BC1"/>
    <w:rsid w:val="00534130"/>
    <w:rsid w:val="00535FB6"/>
    <w:rsid w:val="00536B0B"/>
    <w:rsid w:val="0053791B"/>
    <w:rsid w:val="0054193D"/>
    <w:rsid w:val="00544A10"/>
    <w:rsid w:val="00544BB9"/>
    <w:rsid w:val="00545AEC"/>
    <w:rsid w:val="00546DA8"/>
    <w:rsid w:val="00547AE8"/>
    <w:rsid w:val="0055065F"/>
    <w:rsid w:val="005523C6"/>
    <w:rsid w:val="00554238"/>
    <w:rsid w:val="0055600A"/>
    <w:rsid w:val="00560FE0"/>
    <w:rsid w:val="00561F2C"/>
    <w:rsid w:val="0056238B"/>
    <w:rsid w:val="00565E4F"/>
    <w:rsid w:val="0056746B"/>
    <w:rsid w:val="00572363"/>
    <w:rsid w:val="00573E29"/>
    <w:rsid w:val="005746A5"/>
    <w:rsid w:val="0057478C"/>
    <w:rsid w:val="00575FB2"/>
    <w:rsid w:val="00576A5C"/>
    <w:rsid w:val="0057728D"/>
    <w:rsid w:val="00580084"/>
    <w:rsid w:val="00583B23"/>
    <w:rsid w:val="005844AB"/>
    <w:rsid w:val="0058643C"/>
    <w:rsid w:val="00586947"/>
    <w:rsid w:val="00590882"/>
    <w:rsid w:val="00594783"/>
    <w:rsid w:val="00594D71"/>
    <w:rsid w:val="005958EF"/>
    <w:rsid w:val="00596368"/>
    <w:rsid w:val="00596D5D"/>
    <w:rsid w:val="005A544D"/>
    <w:rsid w:val="005A7558"/>
    <w:rsid w:val="005B0298"/>
    <w:rsid w:val="005B5EA5"/>
    <w:rsid w:val="005B712E"/>
    <w:rsid w:val="005C3AB7"/>
    <w:rsid w:val="005C505C"/>
    <w:rsid w:val="005D1716"/>
    <w:rsid w:val="005D1DF5"/>
    <w:rsid w:val="005D4283"/>
    <w:rsid w:val="005D68D0"/>
    <w:rsid w:val="005E1E72"/>
    <w:rsid w:val="005E71FD"/>
    <w:rsid w:val="005F0166"/>
    <w:rsid w:val="005F200C"/>
    <w:rsid w:val="005F2A64"/>
    <w:rsid w:val="005F315C"/>
    <w:rsid w:val="005F3AA8"/>
    <w:rsid w:val="0060505A"/>
    <w:rsid w:val="00614388"/>
    <w:rsid w:val="00615089"/>
    <w:rsid w:val="006151D7"/>
    <w:rsid w:val="0062274F"/>
    <w:rsid w:val="00622753"/>
    <w:rsid w:val="00631E8A"/>
    <w:rsid w:val="006344EA"/>
    <w:rsid w:val="00635227"/>
    <w:rsid w:val="00636A23"/>
    <w:rsid w:val="00637268"/>
    <w:rsid w:val="00646A92"/>
    <w:rsid w:val="00647D85"/>
    <w:rsid w:val="00651391"/>
    <w:rsid w:val="006538DD"/>
    <w:rsid w:val="00655524"/>
    <w:rsid w:val="00655D67"/>
    <w:rsid w:val="00655E8C"/>
    <w:rsid w:val="00661C4F"/>
    <w:rsid w:val="0067120F"/>
    <w:rsid w:val="00676EBA"/>
    <w:rsid w:val="00677C9D"/>
    <w:rsid w:val="00684A97"/>
    <w:rsid w:val="00685AF2"/>
    <w:rsid w:val="00685F69"/>
    <w:rsid w:val="00686E44"/>
    <w:rsid w:val="00692E59"/>
    <w:rsid w:val="006933F3"/>
    <w:rsid w:val="006A4024"/>
    <w:rsid w:val="006A4E06"/>
    <w:rsid w:val="006A587D"/>
    <w:rsid w:val="006A5FF6"/>
    <w:rsid w:val="006B0C74"/>
    <w:rsid w:val="006B31BA"/>
    <w:rsid w:val="006B3FD1"/>
    <w:rsid w:val="006B401A"/>
    <w:rsid w:val="006B4508"/>
    <w:rsid w:val="006B56F1"/>
    <w:rsid w:val="006C0838"/>
    <w:rsid w:val="006C1C72"/>
    <w:rsid w:val="006C2AE6"/>
    <w:rsid w:val="006C5175"/>
    <w:rsid w:val="006C7A0C"/>
    <w:rsid w:val="006C7ED9"/>
    <w:rsid w:val="006D0EF9"/>
    <w:rsid w:val="006D2037"/>
    <w:rsid w:val="006D5E5F"/>
    <w:rsid w:val="006D75D6"/>
    <w:rsid w:val="006E2227"/>
    <w:rsid w:val="006E466B"/>
    <w:rsid w:val="006E525F"/>
    <w:rsid w:val="006E583C"/>
    <w:rsid w:val="006E5DFD"/>
    <w:rsid w:val="006E7834"/>
    <w:rsid w:val="006F04B8"/>
    <w:rsid w:val="006F178E"/>
    <w:rsid w:val="006F395E"/>
    <w:rsid w:val="006F3C94"/>
    <w:rsid w:val="006F4227"/>
    <w:rsid w:val="006F4E9D"/>
    <w:rsid w:val="0070145B"/>
    <w:rsid w:val="00702298"/>
    <w:rsid w:val="00703D5A"/>
    <w:rsid w:val="00705A53"/>
    <w:rsid w:val="007110AF"/>
    <w:rsid w:val="00714775"/>
    <w:rsid w:val="0071550D"/>
    <w:rsid w:val="007157CD"/>
    <w:rsid w:val="00716555"/>
    <w:rsid w:val="007353B2"/>
    <w:rsid w:val="00735FA1"/>
    <w:rsid w:val="00736B79"/>
    <w:rsid w:val="00742155"/>
    <w:rsid w:val="007422F0"/>
    <w:rsid w:val="00742DAE"/>
    <w:rsid w:val="007438CC"/>
    <w:rsid w:val="0074434E"/>
    <w:rsid w:val="007447BD"/>
    <w:rsid w:val="00744C5F"/>
    <w:rsid w:val="00745F39"/>
    <w:rsid w:val="007469CE"/>
    <w:rsid w:val="00747730"/>
    <w:rsid w:val="00747A66"/>
    <w:rsid w:val="00751D17"/>
    <w:rsid w:val="0075385D"/>
    <w:rsid w:val="00753ACC"/>
    <w:rsid w:val="00755C94"/>
    <w:rsid w:val="007566A2"/>
    <w:rsid w:val="007578F2"/>
    <w:rsid w:val="00761DAC"/>
    <w:rsid w:val="007620E9"/>
    <w:rsid w:val="007620F6"/>
    <w:rsid w:val="00762538"/>
    <w:rsid w:val="00764A20"/>
    <w:rsid w:val="00764AE6"/>
    <w:rsid w:val="00765B6F"/>
    <w:rsid w:val="00767833"/>
    <w:rsid w:val="0077063A"/>
    <w:rsid w:val="00772796"/>
    <w:rsid w:val="007732DE"/>
    <w:rsid w:val="007749F7"/>
    <w:rsid w:val="00774AE7"/>
    <w:rsid w:val="00774E3A"/>
    <w:rsid w:val="007761AB"/>
    <w:rsid w:val="007779CA"/>
    <w:rsid w:val="007807C4"/>
    <w:rsid w:val="00782B68"/>
    <w:rsid w:val="00786095"/>
    <w:rsid w:val="00787405"/>
    <w:rsid w:val="00792686"/>
    <w:rsid w:val="00792780"/>
    <w:rsid w:val="007932E9"/>
    <w:rsid w:val="007957FD"/>
    <w:rsid w:val="007A53B7"/>
    <w:rsid w:val="007B0A9A"/>
    <w:rsid w:val="007B3642"/>
    <w:rsid w:val="007B70EE"/>
    <w:rsid w:val="007C0071"/>
    <w:rsid w:val="007C4A64"/>
    <w:rsid w:val="007C6459"/>
    <w:rsid w:val="007C6817"/>
    <w:rsid w:val="007D057F"/>
    <w:rsid w:val="007D6CC1"/>
    <w:rsid w:val="007D6D47"/>
    <w:rsid w:val="007D7410"/>
    <w:rsid w:val="007D7671"/>
    <w:rsid w:val="007D770C"/>
    <w:rsid w:val="007D77FA"/>
    <w:rsid w:val="007E1E4C"/>
    <w:rsid w:val="007E25C7"/>
    <w:rsid w:val="007E2ECA"/>
    <w:rsid w:val="007E3A43"/>
    <w:rsid w:val="007E3C1D"/>
    <w:rsid w:val="007E3DED"/>
    <w:rsid w:val="007E5B1A"/>
    <w:rsid w:val="007F1F27"/>
    <w:rsid w:val="008039F2"/>
    <w:rsid w:val="00803C93"/>
    <w:rsid w:val="0080481D"/>
    <w:rsid w:val="00810DF7"/>
    <w:rsid w:val="00814F6A"/>
    <w:rsid w:val="00814FD3"/>
    <w:rsid w:val="0081604C"/>
    <w:rsid w:val="00821A8A"/>
    <w:rsid w:val="0082515C"/>
    <w:rsid w:val="0082746C"/>
    <w:rsid w:val="0082755E"/>
    <w:rsid w:val="00831F67"/>
    <w:rsid w:val="0083438A"/>
    <w:rsid w:val="0083543B"/>
    <w:rsid w:val="0083547A"/>
    <w:rsid w:val="00836C47"/>
    <w:rsid w:val="00844764"/>
    <w:rsid w:val="00847DC0"/>
    <w:rsid w:val="00851A68"/>
    <w:rsid w:val="0085591A"/>
    <w:rsid w:val="008568B9"/>
    <w:rsid w:val="00857E84"/>
    <w:rsid w:val="0086019F"/>
    <w:rsid w:val="00862159"/>
    <w:rsid w:val="0086361A"/>
    <w:rsid w:val="00864A33"/>
    <w:rsid w:val="00864C02"/>
    <w:rsid w:val="00865F89"/>
    <w:rsid w:val="008677DC"/>
    <w:rsid w:val="0087281B"/>
    <w:rsid w:val="008745BA"/>
    <w:rsid w:val="008760A7"/>
    <w:rsid w:val="00877A8E"/>
    <w:rsid w:val="00880BA9"/>
    <w:rsid w:val="00882BED"/>
    <w:rsid w:val="0088370A"/>
    <w:rsid w:val="0088672A"/>
    <w:rsid w:val="00890BF9"/>
    <w:rsid w:val="00893458"/>
    <w:rsid w:val="00893F74"/>
    <w:rsid w:val="00896314"/>
    <w:rsid w:val="008A4222"/>
    <w:rsid w:val="008A6B35"/>
    <w:rsid w:val="008B0C8C"/>
    <w:rsid w:val="008B10C9"/>
    <w:rsid w:val="008B1504"/>
    <w:rsid w:val="008B1DE5"/>
    <w:rsid w:val="008B3027"/>
    <w:rsid w:val="008B3279"/>
    <w:rsid w:val="008B4152"/>
    <w:rsid w:val="008B7112"/>
    <w:rsid w:val="008C0160"/>
    <w:rsid w:val="008C0811"/>
    <w:rsid w:val="008C1986"/>
    <w:rsid w:val="008C27A8"/>
    <w:rsid w:val="008C2EF7"/>
    <w:rsid w:val="008C356A"/>
    <w:rsid w:val="008C36BE"/>
    <w:rsid w:val="008C38BF"/>
    <w:rsid w:val="008C38C3"/>
    <w:rsid w:val="008D14D2"/>
    <w:rsid w:val="008D36A7"/>
    <w:rsid w:val="008D37FF"/>
    <w:rsid w:val="008D6957"/>
    <w:rsid w:val="008D6A27"/>
    <w:rsid w:val="008D6B36"/>
    <w:rsid w:val="008D72BD"/>
    <w:rsid w:val="008D77D3"/>
    <w:rsid w:val="008D78B8"/>
    <w:rsid w:val="008E2038"/>
    <w:rsid w:val="008E525A"/>
    <w:rsid w:val="008E5FCC"/>
    <w:rsid w:val="008F0B1D"/>
    <w:rsid w:val="008F2D96"/>
    <w:rsid w:val="008F3B9F"/>
    <w:rsid w:val="008F45CC"/>
    <w:rsid w:val="008F5CD7"/>
    <w:rsid w:val="008F70BB"/>
    <w:rsid w:val="008F7447"/>
    <w:rsid w:val="00903C5D"/>
    <w:rsid w:val="00904F1A"/>
    <w:rsid w:val="00905C91"/>
    <w:rsid w:val="00907AC7"/>
    <w:rsid w:val="0091031F"/>
    <w:rsid w:val="009119A0"/>
    <w:rsid w:val="0091505B"/>
    <w:rsid w:val="00915AF9"/>
    <w:rsid w:val="00921A20"/>
    <w:rsid w:val="00923AC5"/>
    <w:rsid w:val="009255D6"/>
    <w:rsid w:val="00925D2B"/>
    <w:rsid w:val="00925EFD"/>
    <w:rsid w:val="0092607F"/>
    <w:rsid w:val="00933E61"/>
    <w:rsid w:val="0093581F"/>
    <w:rsid w:val="00936ED7"/>
    <w:rsid w:val="00940EA0"/>
    <w:rsid w:val="009434AD"/>
    <w:rsid w:val="009439AF"/>
    <w:rsid w:val="00943B14"/>
    <w:rsid w:val="009446C5"/>
    <w:rsid w:val="0095298A"/>
    <w:rsid w:val="009535A3"/>
    <w:rsid w:val="009600BE"/>
    <w:rsid w:val="00961FEF"/>
    <w:rsid w:val="00963AA7"/>
    <w:rsid w:val="0097160E"/>
    <w:rsid w:val="009727CD"/>
    <w:rsid w:val="0097720A"/>
    <w:rsid w:val="009774A4"/>
    <w:rsid w:val="0098103A"/>
    <w:rsid w:val="00981749"/>
    <w:rsid w:val="00982E62"/>
    <w:rsid w:val="009917BD"/>
    <w:rsid w:val="00994E87"/>
    <w:rsid w:val="009A021B"/>
    <w:rsid w:val="009A0B63"/>
    <w:rsid w:val="009A1AE1"/>
    <w:rsid w:val="009A509B"/>
    <w:rsid w:val="009B6E01"/>
    <w:rsid w:val="009C7AC3"/>
    <w:rsid w:val="009D0326"/>
    <w:rsid w:val="009D1B0C"/>
    <w:rsid w:val="009D20A8"/>
    <w:rsid w:val="009D501B"/>
    <w:rsid w:val="009D509D"/>
    <w:rsid w:val="009D61B7"/>
    <w:rsid w:val="009E04D5"/>
    <w:rsid w:val="009E14BA"/>
    <w:rsid w:val="009E16C6"/>
    <w:rsid w:val="009E5B75"/>
    <w:rsid w:val="009F464B"/>
    <w:rsid w:val="009F6DC1"/>
    <w:rsid w:val="00A00137"/>
    <w:rsid w:val="00A0081A"/>
    <w:rsid w:val="00A02473"/>
    <w:rsid w:val="00A0349E"/>
    <w:rsid w:val="00A1285C"/>
    <w:rsid w:val="00A13FA3"/>
    <w:rsid w:val="00A143F0"/>
    <w:rsid w:val="00A16D01"/>
    <w:rsid w:val="00A17AAD"/>
    <w:rsid w:val="00A208D5"/>
    <w:rsid w:val="00A24364"/>
    <w:rsid w:val="00A2437F"/>
    <w:rsid w:val="00A24B9F"/>
    <w:rsid w:val="00A274B1"/>
    <w:rsid w:val="00A30E76"/>
    <w:rsid w:val="00A319B9"/>
    <w:rsid w:val="00A36345"/>
    <w:rsid w:val="00A442B2"/>
    <w:rsid w:val="00A45C41"/>
    <w:rsid w:val="00A471E6"/>
    <w:rsid w:val="00A50107"/>
    <w:rsid w:val="00A5084F"/>
    <w:rsid w:val="00A541C7"/>
    <w:rsid w:val="00A56BEB"/>
    <w:rsid w:val="00A56D1C"/>
    <w:rsid w:val="00A5717D"/>
    <w:rsid w:val="00A6103D"/>
    <w:rsid w:val="00A657AD"/>
    <w:rsid w:val="00A67281"/>
    <w:rsid w:val="00A7555E"/>
    <w:rsid w:val="00A80AED"/>
    <w:rsid w:val="00A814D3"/>
    <w:rsid w:val="00A8292A"/>
    <w:rsid w:val="00A83B71"/>
    <w:rsid w:val="00A86A66"/>
    <w:rsid w:val="00A86D74"/>
    <w:rsid w:val="00A90820"/>
    <w:rsid w:val="00A9228F"/>
    <w:rsid w:val="00A9275B"/>
    <w:rsid w:val="00A9453F"/>
    <w:rsid w:val="00A958B7"/>
    <w:rsid w:val="00AA476E"/>
    <w:rsid w:val="00AB0B0E"/>
    <w:rsid w:val="00AB1722"/>
    <w:rsid w:val="00AB1B4A"/>
    <w:rsid w:val="00AB2579"/>
    <w:rsid w:val="00AB266F"/>
    <w:rsid w:val="00AB56EE"/>
    <w:rsid w:val="00AB75BD"/>
    <w:rsid w:val="00AB793E"/>
    <w:rsid w:val="00AB7E06"/>
    <w:rsid w:val="00AC1B50"/>
    <w:rsid w:val="00AC3D67"/>
    <w:rsid w:val="00AD0956"/>
    <w:rsid w:val="00AD5824"/>
    <w:rsid w:val="00AD5F3A"/>
    <w:rsid w:val="00AD633D"/>
    <w:rsid w:val="00AE09C5"/>
    <w:rsid w:val="00AE0B59"/>
    <w:rsid w:val="00AE1AF5"/>
    <w:rsid w:val="00AE2A5B"/>
    <w:rsid w:val="00AE2F0C"/>
    <w:rsid w:val="00AE51A2"/>
    <w:rsid w:val="00AE70A0"/>
    <w:rsid w:val="00AF6D5E"/>
    <w:rsid w:val="00AF75FE"/>
    <w:rsid w:val="00B001DD"/>
    <w:rsid w:val="00B002ED"/>
    <w:rsid w:val="00B03576"/>
    <w:rsid w:val="00B067B3"/>
    <w:rsid w:val="00B1073C"/>
    <w:rsid w:val="00B1235C"/>
    <w:rsid w:val="00B14871"/>
    <w:rsid w:val="00B157D4"/>
    <w:rsid w:val="00B2440E"/>
    <w:rsid w:val="00B24E0E"/>
    <w:rsid w:val="00B2568B"/>
    <w:rsid w:val="00B30501"/>
    <w:rsid w:val="00B3445B"/>
    <w:rsid w:val="00B34916"/>
    <w:rsid w:val="00B37502"/>
    <w:rsid w:val="00B3762B"/>
    <w:rsid w:val="00B37AB8"/>
    <w:rsid w:val="00B40927"/>
    <w:rsid w:val="00B50463"/>
    <w:rsid w:val="00B506A4"/>
    <w:rsid w:val="00B509AA"/>
    <w:rsid w:val="00B516F5"/>
    <w:rsid w:val="00B52C1E"/>
    <w:rsid w:val="00B53FB8"/>
    <w:rsid w:val="00B54926"/>
    <w:rsid w:val="00B550A5"/>
    <w:rsid w:val="00B577C9"/>
    <w:rsid w:val="00B60B0A"/>
    <w:rsid w:val="00B6379F"/>
    <w:rsid w:val="00B64865"/>
    <w:rsid w:val="00B67F84"/>
    <w:rsid w:val="00B70F68"/>
    <w:rsid w:val="00B71169"/>
    <w:rsid w:val="00B75BFF"/>
    <w:rsid w:val="00B7728F"/>
    <w:rsid w:val="00B77B2C"/>
    <w:rsid w:val="00B81070"/>
    <w:rsid w:val="00B814C1"/>
    <w:rsid w:val="00B83194"/>
    <w:rsid w:val="00B83EC0"/>
    <w:rsid w:val="00B86860"/>
    <w:rsid w:val="00B9039B"/>
    <w:rsid w:val="00B90B81"/>
    <w:rsid w:val="00B90D6F"/>
    <w:rsid w:val="00B9149A"/>
    <w:rsid w:val="00B91BDF"/>
    <w:rsid w:val="00B93999"/>
    <w:rsid w:val="00B951F7"/>
    <w:rsid w:val="00B96438"/>
    <w:rsid w:val="00BA0457"/>
    <w:rsid w:val="00BA1961"/>
    <w:rsid w:val="00BA3F58"/>
    <w:rsid w:val="00BA678F"/>
    <w:rsid w:val="00BA77E7"/>
    <w:rsid w:val="00BB4620"/>
    <w:rsid w:val="00BB470E"/>
    <w:rsid w:val="00BC28DE"/>
    <w:rsid w:val="00BD2057"/>
    <w:rsid w:val="00BD2E38"/>
    <w:rsid w:val="00BD3CBC"/>
    <w:rsid w:val="00BD7C9A"/>
    <w:rsid w:val="00BE1A61"/>
    <w:rsid w:val="00BE3004"/>
    <w:rsid w:val="00BE3759"/>
    <w:rsid w:val="00BE3E9B"/>
    <w:rsid w:val="00BE54E2"/>
    <w:rsid w:val="00BF1267"/>
    <w:rsid w:val="00BF21EA"/>
    <w:rsid w:val="00BF3354"/>
    <w:rsid w:val="00BF3368"/>
    <w:rsid w:val="00BF632B"/>
    <w:rsid w:val="00C001F1"/>
    <w:rsid w:val="00C00D6E"/>
    <w:rsid w:val="00C01814"/>
    <w:rsid w:val="00C079DD"/>
    <w:rsid w:val="00C13C51"/>
    <w:rsid w:val="00C14442"/>
    <w:rsid w:val="00C14A26"/>
    <w:rsid w:val="00C22419"/>
    <w:rsid w:val="00C24F0E"/>
    <w:rsid w:val="00C26EEE"/>
    <w:rsid w:val="00C30520"/>
    <w:rsid w:val="00C30815"/>
    <w:rsid w:val="00C31FD2"/>
    <w:rsid w:val="00C323A6"/>
    <w:rsid w:val="00C3375D"/>
    <w:rsid w:val="00C34EE5"/>
    <w:rsid w:val="00C36AD9"/>
    <w:rsid w:val="00C3727F"/>
    <w:rsid w:val="00C37A88"/>
    <w:rsid w:val="00C37BFA"/>
    <w:rsid w:val="00C40DA5"/>
    <w:rsid w:val="00C463A1"/>
    <w:rsid w:val="00C476B2"/>
    <w:rsid w:val="00C50D99"/>
    <w:rsid w:val="00C51E22"/>
    <w:rsid w:val="00C53245"/>
    <w:rsid w:val="00C63AFE"/>
    <w:rsid w:val="00C660B5"/>
    <w:rsid w:val="00C67B3F"/>
    <w:rsid w:val="00C759B6"/>
    <w:rsid w:val="00C7661F"/>
    <w:rsid w:val="00C80F0A"/>
    <w:rsid w:val="00C8348D"/>
    <w:rsid w:val="00C87F86"/>
    <w:rsid w:val="00C901FF"/>
    <w:rsid w:val="00C90DE5"/>
    <w:rsid w:val="00C936C4"/>
    <w:rsid w:val="00C9573F"/>
    <w:rsid w:val="00C966B8"/>
    <w:rsid w:val="00C968AD"/>
    <w:rsid w:val="00C97200"/>
    <w:rsid w:val="00CA08E4"/>
    <w:rsid w:val="00CA4AF1"/>
    <w:rsid w:val="00CA64D4"/>
    <w:rsid w:val="00CA6FAB"/>
    <w:rsid w:val="00CB0A10"/>
    <w:rsid w:val="00CB3C3F"/>
    <w:rsid w:val="00CB4BA6"/>
    <w:rsid w:val="00CB4EE4"/>
    <w:rsid w:val="00CB5D52"/>
    <w:rsid w:val="00CB72AD"/>
    <w:rsid w:val="00CC2EBE"/>
    <w:rsid w:val="00CC524C"/>
    <w:rsid w:val="00CC5C88"/>
    <w:rsid w:val="00CC61B0"/>
    <w:rsid w:val="00CC6A34"/>
    <w:rsid w:val="00CC799F"/>
    <w:rsid w:val="00CD3750"/>
    <w:rsid w:val="00CE6521"/>
    <w:rsid w:val="00CE7042"/>
    <w:rsid w:val="00CF29FF"/>
    <w:rsid w:val="00D0190C"/>
    <w:rsid w:val="00D04284"/>
    <w:rsid w:val="00D1308C"/>
    <w:rsid w:val="00D14946"/>
    <w:rsid w:val="00D16D20"/>
    <w:rsid w:val="00D233FF"/>
    <w:rsid w:val="00D23709"/>
    <w:rsid w:val="00D247C2"/>
    <w:rsid w:val="00D24F88"/>
    <w:rsid w:val="00D25351"/>
    <w:rsid w:val="00D25522"/>
    <w:rsid w:val="00D26D38"/>
    <w:rsid w:val="00D272FF"/>
    <w:rsid w:val="00D33225"/>
    <w:rsid w:val="00D3503E"/>
    <w:rsid w:val="00D404D0"/>
    <w:rsid w:val="00D405E0"/>
    <w:rsid w:val="00D40B5A"/>
    <w:rsid w:val="00D410D1"/>
    <w:rsid w:val="00D428B3"/>
    <w:rsid w:val="00D43298"/>
    <w:rsid w:val="00D441B7"/>
    <w:rsid w:val="00D448D1"/>
    <w:rsid w:val="00D4545F"/>
    <w:rsid w:val="00D45C50"/>
    <w:rsid w:val="00D50CCD"/>
    <w:rsid w:val="00D51176"/>
    <w:rsid w:val="00D520DC"/>
    <w:rsid w:val="00D5370C"/>
    <w:rsid w:val="00D54D22"/>
    <w:rsid w:val="00D5543A"/>
    <w:rsid w:val="00D6042C"/>
    <w:rsid w:val="00D61687"/>
    <w:rsid w:val="00D61C25"/>
    <w:rsid w:val="00D63022"/>
    <w:rsid w:val="00D6393A"/>
    <w:rsid w:val="00D66040"/>
    <w:rsid w:val="00D67E9B"/>
    <w:rsid w:val="00D71587"/>
    <w:rsid w:val="00D71E0E"/>
    <w:rsid w:val="00D7396A"/>
    <w:rsid w:val="00D74382"/>
    <w:rsid w:val="00D749CF"/>
    <w:rsid w:val="00D74A88"/>
    <w:rsid w:val="00D76CDB"/>
    <w:rsid w:val="00D76E02"/>
    <w:rsid w:val="00D8291F"/>
    <w:rsid w:val="00D854B2"/>
    <w:rsid w:val="00D855D4"/>
    <w:rsid w:val="00D91053"/>
    <w:rsid w:val="00D92CAC"/>
    <w:rsid w:val="00D947F6"/>
    <w:rsid w:val="00D9540F"/>
    <w:rsid w:val="00D9733E"/>
    <w:rsid w:val="00D97B93"/>
    <w:rsid w:val="00DA7BB9"/>
    <w:rsid w:val="00DB03F1"/>
    <w:rsid w:val="00DB08D5"/>
    <w:rsid w:val="00DB544D"/>
    <w:rsid w:val="00DC2846"/>
    <w:rsid w:val="00DC663C"/>
    <w:rsid w:val="00DC6C66"/>
    <w:rsid w:val="00DD1C70"/>
    <w:rsid w:val="00DD4DA0"/>
    <w:rsid w:val="00DD55A7"/>
    <w:rsid w:val="00DD5D3D"/>
    <w:rsid w:val="00DD63B6"/>
    <w:rsid w:val="00DE0E3B"/>
    <w:rsid w:val="00DE1042"/>
    <w:rsid w:val="00DE7B94"/>
    <w:rsid w:val="00DF06CB"/>
    <w:rsid w:val="00DF6301"/>
    <w:rsid w:val="00E048AA"/>
    <w:rsid w:val="00E04AA3"/>
    <w:rsid w:val="00E04D6C"/>
    <w:rsid w:val="00E04FB3"/>
    <w:rsid w:val="00E10003"/>
    <w:rsid w:val="00E131B2"/>
    <w:rsid w:val="00E222D5"/>
    <w:rsid w:val="00E2357E"/>
    <w:rsid w:val="00E25C19"/>
    <w:rsid w:val="00E30801"/>
    <w:rsid w:val="00E30EE7"/>
    <w:rsid w:val="00E339C2"/>
    <w:rsid w:val="00E34588"/>
    <w:rsid w:val="00E35420"/>
    <w:rsid w:val="00E35D2F"/>
    <w:rsid w:val="00E367B5"/>
    <w:rsid w:val="00E378AE"/>
    <w:rsid w:val="00E420F1"/>
    <w:rsid w:val="00E43AFA"/>
    <w:rsid w:val="00E44961"/>
    <w:rsid w:val="00E44B83"/>
    <w:rsid w:val="00E5143C"/>
    <w:rsid w:val="00E519B3"/>
    <w:rsid w:val="00E51DF4"/>
    <w:rsid w:val="00E5503F"/>
    <w:rsid w:val="00E55410"/>
    <w:rsid w:val="00E559F4"/>
    <w:rsid w:val="00E565E5"/>
    <w:rsid w:val="00E61CEA"/>
    <w:rsid w:val="00E62060"/>
    <w:rsid w:val="00E6327F"/>
    <w:rsid w:val="00E63413"/>
    <w:rsid w:val="00E65C12"/>
    <w:rsid w:val="00E6639B"/>
    <w:rsid w:val="00E66EBC"/>
    <w:rsid w:val="00E675F0"/>
    <w:rsid w:val="00E70172"/>
    <w:rsid w:val="00E71315"/>
    <w:rsid w:val="00E72704"/>
    <w:rsid w:val="00E7438E"/>
    <w:rsid w:val="00E76697"/>
    <w:rsid w:val="00E80393"/>
    <w:rsid w:val="00E80B35"/>
    <w:rsid w:val="00E829F3"/>
    <w:rsid w:val="00E929EC"/>
    <w:rsid w:val="00E93B91"/>
    <w:rsid w:val="00E94114"/>
    <w:rsid w:val="00E94679"/>
    <w:rsid w:val="00E96281"/>
    <w:rsid w:val="00E97102"/>
    <w:rsid w:val="00E97392"/>
    <w:rsid w:val="00EA068E"/>
    <w:rsid w:val="00EA25AF"/>
    <w:rsid w:val="00EA2B1F"/>
    <w:rsid w:val="00EA3AD7"/>
    <w:rsid w:val="00EA448F"/>
    <w:rsid w:val="00EA4ED4"/>
    <w:rsid w:val="00EA6287"/>
    <w:rsid w:val="00EA66CD"/>
    <w:rsid w:val="00EA67C4"/>
    <w:rsid w:val="00EB02C6"/>
    <w:rsid w:val="00EB388E"/>
    <w:rsid w:val="00EC2090"/>
    <w:rsid w:val="00EC453B"/>
    <w:rsid w:val="00EC4621"/>
    <w:rsid w:val="00EC62F8"/>
    <w:rsid w:val="00ED1320"/>
    <w:rsid w:val="00ED53AF"/>
    <w:rsid w:val="00ED6D1C"/>
    <w:rsid w:val="00EE1AEE"/>
    <w:rsid w:val="00EE2C93"/>
    <w:rsid w:val="00EE2D92"/>
    <w:rsid w:val="00EE5466"/>
    <w:rsid w:val="00EE70AC"/>
    <w:rsid w:val="00EF6BA5"/>
    <w:rsid w:val="00EF739D"/>
    <w:rsid w:val="00EF75A8"/>
    <w:rsid w:val="00F002DF"/>
    <w:rsid w:val="00F01259"/>
    <w:rsid w:val="00F0165D"/>
    <w:rsid w:val="00F047F0"/>
    <w:rsid w:val="00F06E5A"/>
    <w:rsid w:val="00F1176C"/>
    <w:rsid w:val="00F11F97"/>
    <w:rsid w:val="00F13895"/>
    <w:rsid w:val="00F1485C"/>
    <w:rsid w:val="00F16B24"/>
    <w:rsid w:val="00F2155E"/>
    <w:rsid w:val="00F21D6C"/>
    <w:rsid w:val="00F22D8D"/>
    <w:rsid w:val="00F27336"/>
    <w:rsid w:val="00F309F5"/>
    <w:rsid w:val="00F31F69"/>
    <w:rsid w:val="00F338BD"/>
    <w:rsid w:val="00F415FB"/>
    <w:rsid w:val="00F423F7"/>
    <w:rsid w:val="00F43A20"/>
    <w:rsid w:val="00F44F57"/>
    <w:rsid w:val="00F47636"/>
    <w:rsid w:val="00F50BDD"/>
    <w:rsid w:val="00F5141A"/>
    <w:rsid w:val="00F516DA"/>
    <w:rsid w:val="00F55C69"/>
    <w:rsid w:val="00F60983"/>
    <w:rsid w:val="00F64EC3"/>
    <w:rsid w:val="00F7047F"/>
    <w:rsid w:val="00F70A22"/>
    <w:rsid w:val="00F70A4B"/>
    <w:rsid w:val="00F7400E"/>
    <w:rsid w:val="00F749AF"/>
    <w:rsid w:val="00F764A6"/>
    <w:rsid w:val="00F80827"/>
    <w:rsid w:val="00F81C02"/>
    <w:rsid w:val="00F81CC7"/>
    <w:rsid w:val="00F8341A"/>
    <w:rsid w:val="00F975EE"/>
    <w:rsid w:val="00FA2FFF"/>
    <w:rsid w:val="00FA43D4"/>
    <w:rsid w:val="00FB1ABF"/>
    <w:rsid w:val="00FB2426"/>
    <w:rsid w:val="00FB29FE"/>
    <w:rsid w:val="00FB4244"/>
    <w:rsid w:val="00FB4574"/>
    <w:rsid w:val="00FB48EC"/>
    <w:rsid w:val="00FC0CD0"/>
    <w:rsid w:val="00FC2CAC"/>
    <w:rsid w:val="00FC3EC0"/>
    <w:rsid w:val="00FD0012"/>
    <w:rsid w:val="00FD048C"/>
    <w:rsid w:val="00FD4D08"/>
    <w:rsid w:val="00FD6E84"/>
    <w:rsid w:val="00FD7D04"/>
    <w:rsid w:val="00FE0B90"/>
    <w:rsid w:val="00FE2C9F"/>
    <w:rsid w:val="00FE50F4"/>
    <w:rsid w:val="00FF1B6D"/>
    <w:rsid w:val="00FF1CDF"/>
    <w:rsid w:val="00FF3AE1"/>
    <w:rsid w:val="00FF73DD"/>
    <w:rsid w:val="00FF7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00a3e6" stroke="f">
      <v:fill color="#00a3e6"/>
      <v:stroke on="f"/>
    </o:shapedefaults>
    <o:shapelayout v:ext="edit">
      <o:idmap v:ext="edit" data="2"/>
    </o:shapelayout>
  </w:shapeDefaults>
  <w:decimalSymbol w:val=","/>
  <w:listSeparator w:val=";"/>
  <w14:docId w14:val="53986F0F"/>
  <w15:docId w15:val="{11287249-9C48-4019-B22B-FB241BC1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Normáln"/>
    <w:qFormat/>
    <w:rsid w:val="00907AC7"/>
    <w:pPr>
      <w:spacing w:after="200" w:line="360" w:lineRule="auto"/>
      <w:jc w:val="both"/>
    </w:pPr>
    <w:rPr>
      <w:rFonts w:ascii="Bahnschrift Light" w:hAnsi="Bahnschrift Light"/>
      <w:kern w:val="28"/>
    </w:rPr>
  </w:style>
  <w:style w:type="paragraph" w:styleId="Nadpis1">
    <w:name w:val="heading 1"/>
    <w:basedOn w:val="Normln"/>
    <w:next w:val="Normln"/>
    <w:qFormat/>
    <w:rsid w:val="00D520DC"/>
    <w:pPr>
      <w:spacing w:before="240" w:after="120" w:line="240" w:lineRule="auto"/>
      <w:ind w:right="284"/>
      <w:jc w:val="center"/>
      <w:outlineLvl w:val="0"/>
    </w:pPr>
    <w:rPr>
      <w:rFonts w:cs="Arial"/>
      <w:color w:val="00A3E6"/>
      <w:sz w:val="44"/>
      <w:szCs w:val="28"/>
    </w:rPr>
  </w:style>
  <w:style w:type="paragraph" w:styleId="Nadpis2">
    <w:name w:val="heading 2"/>
    <w:aliases w:val="Nadpis H2,h2"/>
    <w:basedOn w:val="Normln"/>
    <w:next w:val="Normln"/>
    <w:link w:val="Nadpis2Char"/>
    <w:qFormat/>
    <w:rsid w:val="004E5CA2"/>
    <w:pPr>
      <w:keepNext/>
      <w:spacing w:before="240" w:after="60"/>
      <w:outlineLvl w:val="1"/>
    </w:pPr>
    <w:rPr>
      <w:rFonts w:cs="Arial"/>
      <w:bCs/>
      <w:iCs/>
      <w:color w:val="00A3E6"/>
      <w:sz w:val="40"/>
      <w:szCs w:val="28"/>
    </w:rPr>
  </w:style>
  <w:style w:type="paragraph" w:styleId="Nadpis3">
    <w:name w:val="heading 3"/>
    <w:basedOn w:val="Normln"/>
    <w:next w:val="Normln"/>
    <w:rsid w:val="00FD048C"/>
    <w:pPr>
      <w:keepNext/>
      <w:spacing w:before="480" w:after="0"/>
      <w:outlineLvl w:val="2"/>
    </w:pPr>
    <w:rPr>
      <w:rFonts w:ascii="Arial Narrow" w:hAnsi="Arial Narrow" w:cs="Arial"/>
      <w:b/>
      <w:bCs/>
      <w:i/>
      <w:sz w:val="24"/>
      <w:szCs w:val="26"/>
    </w:rPr>
  </w:style>
  <w:style w:type="paragraph" w:styleId="Nadpis4">
    <w:name w:val="heading 4"/>
    <w:aliases w:val="Nadpis služeb"/>
    <w:basedOn w:val="Nadpis5"/>
    <w:next w:val="Nadpis5"/>
    <w:link w:val="Nadpis4Char"/>
    <w:qFormat/>
    <w:rsid w:val="00DC2846"/>
    <w:pPr>
      <w:spacing w:before="0" w:after="240"/>
      <w:ind w:left="357"/>
      <w:outlineLvl w:val="3"/>
    </w:pPr>
    <w:rPr>
      <w:b/>
      <w:bCs/>
      <w:color w:val="00A3E6"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DC284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9">
    <w:name w:val="heading 9"/>
    <w:aliases w:val="h9,heading9"/>
    <w:basedOn w:val="Normln"/>
    <w:next w:val="Normln"/>
    <w:link w:val="Nadpis9Char"/>
    <w:unhideWhenUsed/>
    <w:qFormat/>
    <w:rsid w:val="003E3E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4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F06E5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3070C6"/>
    <w:pPr>
      <w:tabs>
        <w:tab w:val="center" w:pos="4320"/>
        <w:tab w:val="right" w:pos="8640"/>
      </w:tabs>
    </w:pPr>
  </w:style>
  <w:style w:type="paragraph" w:styleId="Zpat">
    <w:name w:val="footer"/>
    <w:basedOn w:val="Normln"/>
    <w:link w:val="ZpatChar"/>
    <w:uiPriority w:val="99"/>
    <w:rsid w:val="003070C6"/>
    <w:pPr>
      <w:tabs>
        <w:tab w:val="center" w:pos="4320"/>
        <w:tab w:val="right" w:pos="8640"/>
      </w:tabs>
    </w:pPr>
  </w:style>
  <w:style w:type="paragraph" w:styleId="Zvr">
    <w:name w:val="Closing"/>
    <w:basedOn w:val="Normln"/>
    <w:rsid w:val="003070C6"/>
    <w:pPr>
      <w:spacing w:after="1200" w:line="240" w:lineRule="auto"/>
    </w:pPr>
    <w:rPr>
      <w:kern w:val="0"/>
      <w:sz w:val="24"/>
      <w:szCs w:val="24"/>
    </w:rPr>
  </w:style>
  <w:style w:type="paragraph" w:styleId="Podpis">
    <w:name w:val="Signature"/>
    <w:basedOn w:val="Normln"/>
    <w:rsid w:val="003070C6"/>
    <w:pPr>
      <w:spacing w:after="0" w:line="240" w:lineRule="auto"/>
    </w:pPr>
    <w:rPr>
      <w:kern w:val="0"/>
      <w:sz w:val="24"/>
      <w:szCs w:val="24"/>
    </w:rPr>
  </w:style>
  <w:style w:type="paragraph" w:styleId="Zkladntext">
    <w:name w:val="Body Text"/>
    <w:basedOn w:val="Normln"/>
    <w:link w:val="ZkladntextChar"/>
    <w:rsid w:val="003070C6"/>
    <w:pPr>
      <w:spacing w:line="240" w:lineRule="auto"/>
    </w:pPr>
    <w:rPr>
      <w:kern w:val="0"/>
      <w:sz w:val="24"/>
      <w:szCs w:val="24"/>
    </w:rPr>
  </w:style>
  <w:style w:type="paragraph" w:styleId="Osloven">
    <w:name w:val="Salutation"/>
    <w:basedOn w:val="Normln"/>
    <w:next w:val="Normln"/>
    <w:rsid w:val="003070C6"/>
    <w:pPr>
      <w:spacing w:before="480" w:line="240" w:lineRule="auto"/>
    </w:pPr>
    <w:rPr>
      <w:kern w:val="0"/>
      <w:sz w:val="24"/>
      <w:szCs w:val="24"/>
    </w:rPr>
  </w:style>
  <w:style w:type="paragraph" w:styleId="Datum">
    <w:name w:val="Date"/>
    <w:basedOn w:val="Normln"/>
    <w:next w:val="Normln"/>
    <w:rsid w:val="003070C6"/>
    <w:pPr>
      <w:spacing w:before="480" w:after="480" w:line="240" w:lineRule="auto"/>
    </w:pPr>
    <w:rPr>
      <w:kern w:val="0"/>
      <w:sz w:val="24"/>
      <w:szCs w:val="24"/>
    </w:rPr>
  </w:style>
  <w:style w:type="paragraph" w:customStyle="1" w:styleId="Adresa">
    <w:name w:val="Adresa"/>
    <w:rsid w:val="003070C6"/>
    <w:pPr>
      <w:spacing w:line="268" w:lineRule="auto"/>
      <w:jc w:val="center"/>
    </w:pPr>
    <w:rPr>
      <w:rFonts w:ascii="Arial" w:hAnsi="Arial" w:cs="Arial"/>
      <w:kern w:val="28"/>
      <w:sz w:val="16"/>
      <w:szCs w:val="16"/>
      <w:lang w:val="en-US" w:eastAsia="en-US" w:bidi="en-US"/>
    </w:rPr>
  </w:style>
  <w:style w:type="paragraph" w:customStyle="1" w:styleId="KopieOblka">
    <w:name w:val="Kopie:/Obálka"/>
    <w:basedOn w:val="Normln"/>
    <w:rsid w:val="003070C6"/>
    <w:pPr>
      <w:tabs>
        <w:tab w:val="left" w:pos="1440"/>
      </w:tabs>
      <w:spacing w:line="240" w:lineRule="auto"/>
      <w:ind w:left="1440" w:hanging="1440"/>
    </w:pPr>
    <w:rPr>
      <w:kern w:val="0"/>
      <w:sz w:val="24"/>
      <w:szCs w:val="24"/>
      <w:lang w:val="en-US" w:eastAsia="en-US" w:bidi="en-US"/>
    </w:rPr>
  </w:style>
  <w:style w:type="paragraph" w:customStyle="1" w:styleId="Adresapjemce">
    <w:name w:val="Adresa příjemce"/>
    <w:basedOn w:val="Normln"/>
    <w:rsid w:val="003070C6"/>
    <w:pPr>
      <w:spacing w:after="0" w:line="240" w:lineRule="auto"/>
    </w:pPr>
    <w:rPr>
      <w:kern w:val="0"/>
      <w:sz w:val="24"/>
      <w:szCs w:val="24"/>
      <w:lang w:val="en-US" w:eastAsia="en-US" w:bidi="en-US"/>
    </w:rPr>
  </w:style>
  <w:style w:type="paragraph" w:customStyle="1" w:styleId="Funkce">
    <w:name w:val="Funkce"/>
    <w:next w:val="KopieOblka"/>
    <w:rsid w:val="003070C6"/>
    <w:pPr>
      <w:spacing w:before="120" w:after="960"/>
    </w:pPr>
    <w:rPr>
      <w:sz w:val="24"/>
      <w:szCs w:val="24"/>
      <w:lang w:val="en-US" w:eastAsia="en-US" w:bidi="en-US"/>
    </w:rPr>
  </w:style>
  <w:style w:type="table" w:customStyle="1" w:styleId="TableNormal">
    <w:name w:val="Table Normal"/>
    <w:semiHidden/>
    <w:rsid w:val="003070C6"/>
    <w:rPr>
      <w:lang w:val="en-US" w:eastAsia="en-US" w:bidi="en-US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bublinyChar">
    <w:name w:val="Text bubliny Char"/>
    <w:link w:val="Textbubliny"/>
    <w:rsid w:val="00F06E5A"/>
    <w:rPr>
      <w:rFonts w:ascii="Tahoma" w:hAnsi="Tahoma" w:cs="Tahoma"/>
      <w:color w:val="000000"/>
      <w:kern w:val="28"/>
      <w:sz w:val="16"/>
      <w:szCs w:val="16"/>
    </w:rPr>
  </w:style>
  <w:style w:type="character" w:styleId="Hypertextovodkaz">
    <w:name w:val="Hyperlink"/>
    <w:uiPriority w:val="99"/>
    <w:rsid w:val="00DA7BB9"/>
    <w:rPr>
      <w:color w:val="0000FF"/>
      <w:u w:val="single"/>
    </w:rPr>
  </w:style>
  <w:style w:type="paragraph" w:styleId="Nzev">
    <w:name w:val="Title"/>
    <w:basedOn w:val="Normln"/>
    <w:next w:val="Normln"/>
    <w:link w:val="NzevChar"/>
    <w:rsid w:val="00451B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451B74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Podnadpis">
    <w:name w:val="Subtitle"/>
    <w:aliases w:val="Odrážky"/>
    <w:basedOn w:val="Normln"/>
    <w:next w:val="Normln"/>
    <w:link w:val="PodnadpisChar"/>
    <w:qFormat/>
    <w:rsid w:val="00D5370C"/>
    <w:pPr>
      <w:numPr>
        <w:numId w:val="1"/>
      </w:numPr>
      <w:contextualSpacing/>
    </w:pPr>
    <w:rPr>
      <w:rFonts w:eastAsiaTheme="majorEastAsia" w:cstheme="majorBidi"/>
      <w:szCs w:val="24"/>
    </w:rPr>
  </w:style>
  <w:style w:type="character" w:customStyle="1" w:styleId="PodnadpisChar">
    <w:name w:val="Podnadpis Char"/>
    <w:aliases w:val="Odrážky Char"/>
    <w:basedOn w:val="Standardnpsmoodstavce"/>
    <w:link w:val="Podnadpis"/>
    <w:rsid w:val="00D5370C"/>
    <w:rPr>
      <w:rFonts w:ascii="Source Sans Pro" w:eastAsiaTheme="majorEastAsia" w:hAnsi="Source Sans Pro" w:cstheme="majorBidi"/>
      <w:color w:val="000000" w:themeColor="text1"/>
      <w:kern w:val="28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C30815"/>
    <w:rPr>
      <w:rFonts w:ascii="Source Sans Pro" w:hAnsi="Source Sans Pro"/>
      <w:kern w:val="28"/>
      <w:sz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56746B"/>
    <w:pPr>
      <w:ind w:left="720"/>
      <w:contextualSpacing/>
    </w:pPr>
  </w:style>
  <w:style w:type="character" w:customStyle="1" w:styleId="Nadpis4Char">
    <w:name w:val="Nadpis 4 Char"/>
    <w:aliases w:val="Nadpis služeb Char"/>
    <w:basedOn w:val="Standardnpsmoodstavce"/>
    <w:link w:val="Nadpis4"/>
    <w:rsid w:val="00DC2846"/>
    <w:rPr>
      <w:rFonts w:ascii="Bahnschrift Light" w:eastAsiaTheme="majorEastAsia" w:hAnsi="Bahnschrift Light" w:cstheme="majorBidi"/>
      <w:b/>
      <w:bCs/>
      <w:color w:val="00A3E6"/>
      <w:kern w:val="28"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DC2846"/>
    <w:rPr>
      <w:rFonts w:ascii="Bahnschrift Light" w:eastAsiaTheme="majorEastAsia" w:hAnsi="Bahnschrift Light" w:cstheme="majorBidi"/>
      <w:color w:val="243F60" w:themeColor="accent1" w:themeShade="7F"/>
      <w:kern w:val="28"/>
      <w:sz w:val="22"/>
    </w:rPr>
  </w:style>
  <w:style w:type="paragraph" w:customStyle="1" w:styleId="Textsodrkami">
    <w:name w:val="Text s odrážkami"/>
    <w:basedOn w:val="Normln"/>
    <w:link w:val="TextsodrkamiChar"/>
    <w:qFormat/>
    <w:rsid w:val="001A251D"/>
    <w:pPr>
      <w:numPr>
        <w:numId w:val="14"/>
      </w:numPr>
      <w:spacing w:after="0"/>
    </w:pPr>
    <w:rPr>
      <w:rFonts w:eastAsia="Batang" w:cstheme="minorBidi"/>
      <w:kern w:val="0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1A251D"/>
    <w:rPr>
      <w:rFonts w:asciiTheme="minorHAnsi" w:hAnsiTheme="minorHAnsi"/>
      <w:kern w:val="28"/>
      <w:sz w:val="22"/>
    </w:rPr>
  </w:style>
  <w:style w:type="character" w:customStyle="1" w:styleId="TextsodrkamiChar">
    <w:name w:val="Text s odrážkami Char"/>
    <w:basedOn w:val="Standardnpsmoodstavce"/>
    <w:link w:val="Textsodrkami"/>
    <w:rsid w:val="001A251D"/>
    <w:rPr>
      <w:rFonts w:asciiTheme="minorHAnsi" w:eastAsia="Batang" w:hAnsiTheme="minorHAnsi" w:cstheme="minorBidi"/>
      <w:sz w:val="22"/>
      <w:szCs w:val="22"/>
      <w:lang w:eastAsia="en-US"/>
    </w:rPr>
  </w:style>
  <w:style w:type="character" w:styleId="Zdraznn">
    <w:name w:val="Emphasis"/>
    <w:basedOn w:val="Standardnpsmoodstavce"/>
    <w:uiPriority w:val="20"/>
    <w:qFormat/>
    <w:rsid w:val="001A251D"/>
    <w:rPr>
      <w:i/>
      <w:iCs/>
    </w:rPr>
  </w:style>
  <w:style w:type="paragraph" w:customStyle="1" w:styleId="Cena">
    <w:name w:val="Cena"/>
    <w:basedOn w:val="Normln"/>
    <w:link w:val="CenaChar"/>
    <w:qFormat/>
    <w:rsid w:val="00DC2846"/>
    <w:pPr>
      <w:suppressAutoHyphens/>
      <w:spacing w:before="200" w:after="0"/>
      <w:ind w:left="357"/>
    </w:pPr>
    <w:rPr>
      <w:rFonts w:eastAsia="Batang" w:cstheme="minorBidi"/>
      <w:b/>
      <w:i/>
      <w:color w:val="00A3E6"/>
      <w:kern w:val="0"/>
      <w:szCs w:val="22"/>
      <w:lang w:eastAsia="en-US"/>
    </w:rPr>
  </w:style>
  <w:style w:type="character" w:customStyle="1" w:styleId="CenaChar">
    <w:name w:val="Cena Char"/>
    <w:basedOn w:val="Standardnpsmoodstavce"/>
    <w:link w:val="Cena"/>
    <w:rsid w:val="00DC2846"/>
    <w:rPr>
      <w:rFonts w:ascii="Bahnschrift Light" w:eastAsia="Batang" w:hAnsi="Bahnschrift Light" w:cstheme="minorBidi"/>
      <w:b/>
      <w:i/>
      <w:color w:val="00A3E6"/>
      <w:sz w:val="22"/>
      <w:szCs w:val="22"/>
      <w:lang w:eastAsia="en-US"/>
    </w:rPr>
  </w:style>
  <w:style w:type="paragraph" w:styleId="Bezmezer">
    <w:name w:val="No Spacing"/>
    <w:aliases w:val="Subtitle"/>
    <w:next w:val="Normln"/>
    <w:uiPriority w:val="1"/>
    <w:rsid w:val="001A251D"/>
    <w:pPr>
      <w:spacing w:before="240" w:after="240"/>
      <w:jc w:val="both"/>
    </w:pPr>
    <w:rPr>
      <w:rFonts w:asciiTheme="minorHAnsi" w:eastAsia="Batang" w:hAnsiTheme="minorHAnsi" w:cstheme="minorBidi"/>
      <w:b/>
      <w:color w:val="C00000"/>
      <w:sz w:val="24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395BB8"/>
    <w:rPr>
      <w:b/>
      <w:bCs/>
    </w:rPr>
  </w:style>
  <w:style w:type="table" w:styleId="Mkatabulky">
    <w:name w:val="Table Grid"/>
    <w:basedOn w:val="Normlntabulka"/>
    <w:uiPriority w:val="39"/>
    <w:rsid w:val="00EA4ED4"/>
    <w:pPr>
      <w:spacing w:before="120" w:after="120"/>
    </w:pPr>
    <w:rPr>
      <w:rFonts w:ascii="Bahnschrift Light" w:hAnsi="Bahnschrift Light"/>
    </w:rPr>
    <w:tblPr>
      <w:tblBorders>
        <w:bottom w:val="dashed" w:sz="4" w:space="0" w:color="BFBFBF" w:themeColor="background1" w:themeShade="BF"/>
        <w:insideH w:val="dashed" w:sz="4" w:space="0" w:color="BFBFBF" w:themeColor="background1" w:themeShade="BF"/>
      </w:tblBorders>
    </w:tblPr>
    <w:tcPr>
      <w:shd w:val="clear" w:color="auto" w:fill="auto"/>
      <w:vAlign w:val="center"/>
    </w:tcPr>
    <w:tblStylePr w:type="lastCol">
      <w:pPr>
        <w:jc w:val="right"/>
      </w:pPr>
    </w:tblStylePr>
  </w:style>
  <w:style w:type="character" w:customStyle="1" w:styleId="Nadpis2Char">
    <w:name w:val="Nadpis 2 Char"/>
    <w:aliases w:val="Nadpis H2 Char,h2 Char"/>
    <w:basedOn w:val="Standardnpsmoodstavce"/>
    <w:link w:val="Nadpis2"/>
    <w:rsid w:val="004E5CA2"/>
    <w:rPr>
      <w:rFonts w:ascii="Bahnschrift Light" w:hAnsi="Bahnschrift Light" w:cs="Arial"/>
      <w:bCs/>
      <w:iCs/>
      <w:color w:val="00A3E6"/>
      <w:kern w:val="28"/>
      <w:sz w:val="40"/>
      <w:szCs w:val="28"/>
    </w:rPr>
  </w:style>
  <w:style w:type="table" w:customStyle="1" w:styleId="SHOPEACNtabulka">
    <w:name w:val="SHOPEA CN tabulka"/>
    <w:basedOn w:val="Normlntabulka"/>
    <w:uiPriority w:val="99"/>
    <w:qFormat/>
    <w:rsid w:val="00B2568B"/>
    <w:tblPr/>
  </w:style>
  <w:style w:type="table" w:customStyle="1" w:styleId="Svtlstnovn1">
    <w:name w:val="Světlé stínování1"/>
    <w:basedOn w:val="Normlntabulka"/>
    <w:uiPriority w:val="60"/>
    <w:rsid w:val="00B2568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tlstnovn2">
    <w:name w:val="Světlé stínování2"/>
    <w:basedOn w:val="Normlntabulka"/>
    <w:uiPriority w:val="60"/>
    <w:rsid w:val="00EA4ED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tlstnovnzvraznn11">
    <w:name w:val="Světlé stínování – zvýraznění 11"/>
    <w:basedOn w:val="Normlntabulka"/>
    <w:uiPriority w:val="60"/>
    <w:rsid w:val="00EA4ED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Nevyeenzmnka">
    <w:name w:val="Unresolved Mention"/>
    <w:basedOn w:val="Standardnpsmoodstavce"/>
    <w:uiPriority w:val="99"/>
    <w:semiHidden/>
    <w:unhideWhenUsed/>
    <w:rsid w:val="005F2A64"/>
    <w:rPr>
      <w:color w:val="605E5C"/>
      <w:shd w:val="clear" w:color="auto" w:fill="E1DFDD"/>
    </w:rPr>
  </w:style>
  <w:style w:type="character" w:customStyle="1" w:styleId="Nadpis9Char">
    <w:name w:val="Nadpis 9 Char"/>
    <w:aliases w:val="h9 Char,heading9 Char"/>
    <w:basedOn w:val="Standardnpsmoodstavce"/>
    <w:link w:val="Nadpis9"/>
    <w:rsid w:val="003E3E26"/>
    <w:rPr>
      <w:rFonts w:asciiTheme="majorHAnsi" w:eastAsiaTheme="majorEastAsia" w:hAnsiTheme="majorHAnsi" w:cstheme="majorBidi"/>
      <w:i/>
      <w:iCs/>
      <w:color w:val="272727" w:themeColor="text1" w:themeTint="D8"/>
      <w:kern w:val="28"/>
      <w:sz w:val="24"/>
      <w:szCs w:val="21"/>
    </w:rPr>
  </w:style>
  <w:style w:type="character" w:customStyle="1" w:styleId="ZhlavChar">
    <w:name w:val="Záhlaví Char"/>
    <w:link w:val="Zhlav"/>
    <w:uiPriority w:val="99"/>
    <w:rsid w:val="00C97200"/>
    <w:rPr>
      <w:rFonts w:ascii="Bahnschrift Light" w:hAnsi="Bahnschrift Light"/>
      <w:kern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C97200"/>
    <w:pPr>
      <w:keepNext/>
      <w:keepLines/>
      <w:spacing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C97200"/>
    <w:pPr>
      <w:spacing w:before="120" w:after="120"/>
      <w:jc w:val="left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C97200"/>
    <w:pPr>
      <w:spacing w:after="0"/>
      <w:ind w:left="200"/>
      <w:jc w:val="left"/>
    </w:pPr>
    <w:rPr>
      <w:rFonts w:asciiTheme="minorHAnsi" w:hAnsiTheme="minorHAnsi" w:cstheme="minorHAnsi"/>
      <w:smallCaps/>
    </w:rPr>
  </w:style>
  <w:style w:type="paragraph" w:customStyle="1" w:styleId="l6">
    <w:name w:val="l6"/>
    <w:basedOn w:val="Normln"/>
    <w:rsid w:val="00C97200"/>
    <w:pPr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C97200"/>
    <w:rPr>
      <w:i/>
      <w:iCs/>
    </w:rPr>
  </w:style>
  <w:style w:type="paragraph" w:customStyle="1" w:styleId="l5">
    <w:name w:val="l5"/>
    <w:basedOn w:val="Normln"/>
    <w:rsid w:val="003E3E26"/>
    <w:pPr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3E3E26"/>
    <w:pPr>
      <w:spacing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3E3E26"/>
    <w:pPr>
      <w:spacing w:after="0"/>
      <w:ind w:left="400"/>
      <w:jc w:val="left"/>
    </w:pPr>
    <w:rPr>
      <w:rFonts w:asciiTheme="minorHAnsi" w:hAnsiTheme="minorHAnsi" w:cstheme="minorHAnsi"/>
      <w:i/>
      <w:iCs/>
    </w:rPr>
  </w:style>
  <w:style w:type="paragraph" w:styleId="Obsah4">
    <w:name w:val="toc 4"/>
    <w:basedOn w:val="Normln"/>
    <w:next w:val="Normln"/>
    <w:autoRedefine/>
    <w:unhideWhenUsed/>
    <w:rsid w:val="003E3E26"/>
    <w:pPr>
      <w:spacing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nhideWhenUsed/>
    <w:rsid w:val="003E3E26"/>
    <w:pPr>
      <w:spacing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nhideWhenUsed/>
    <w:rsid w:val="003E3E26"/>
    <w:pPr>
      <w:spacing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nhideWhenUsed/>
    <w:rsid w:val="003E3E26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nhideWhenUsed/>
    <w:rsid w:val="003E3E26"/>
    <w:pPr>
      <w:spacing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Revize">
    <w:name w:val="Revision"/>
    <w:hidden/>
    <w:uiPriority w:val="99"/>
    <w:semiHidden/>
    <w:rsid w:val="00F047F0"/>
    <w:rPr>
      <w:rFonts w:ascii="Bahnschrift Light" w:hAnsi="Bahnschrift Light"/>
      <w:kern w:val="28"/>
    </w:rPr>
  </w:style>
  <w:style w:type="table" w:customStyle="1" w:styleId="Mkatabulky3">
    <w:name w:val="Mřížka tabulky3"/>
    <w:basedOn w:val="Normlntabulka"/>
    <w:next w:val="Mkatabulky"/>
    <w:uiPriority w:val="39"/>
    <w:rsid w:val="00E929E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rsid w:val="0045460D"/>
    <w:rPr>
      <w:rFonts w:ascii="Bahnschrift Light" w:hAnsi="Bahnschrift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6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\Desktop\Hlavi&#269;kov&#253;%20pap&#237;r%20-%20&#353;ablon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EBDCB-E32B-4150-AC82-9819646C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 šablona.dotx</Template>
  <TotalTime>24</TotalTime>
  <Pages>4</Pages>
  <Words>601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</dc:creator>
  <cp:lastModifiedBy>h q</cp:lastModifiedBy>
  <cp:revision>5</cp:revision>
  <cp:lastPrinted>2022-12-12T07:43:00Z</cp:lastPrinted>
  <dcterms:created xsi:type="dcterms:W3CDTF">2023-04-05T10:19:00Z</dcterms:created>
  <dcterms:modified xsi:type="dcterms:W3CDTF">2023-05-23T11:01:00Z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TC060874681029</vt:lpwstr>
  </property>
</Properties>
</file>